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CE2F3" w14:textId="77777777" w:rsidR="00FA0062" w:rsidRDefault="00FA0062" w:rsidP="00FA006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4DB42B1" w14:textId="77777777" w:rsidR="00FA0062" w:rsidRDefault="00FA0062" w:rsidP="00FA006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A9A65E8" w14:textId="77777777" w:rsidR="00FA0062" w:rsidRDefault="00FA006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0443473" w14:textId="77777777" w:rsidR="0085747A" w:rsidRPr="008E663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6633">
        <w:rPr>
          <w:rFonts w:ascii="Corbel" w:hAnsi="Corbel"/>
          <w:b/>
          <w:smallCaps/>
          <w:sz w:val="24"/>
          <w:szCs w:val="24"/>
        </w:rPr>
        <w:t>SYLABUS</w:t>
      </w:r>
    </w:p>
    <w:p w14:paraId="539CD7F9" w14:textId="77777777" w:rsidR="0085747A" w:rsidRPr="008E6633" w:rsidRDefault="0071620A" w:rsidP="00E644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E663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E6633">
        <w:rPr>
          <w:rFonts w:ascii="Corbel" w:hAnsi="Corbel"/>
          <w:b/>
          <w:smallCaps/>
          <w:sz w:val="24"/>
          <w:szCs w:val="24"/>
        </w:rPr>
        <w:t xml:space="preserve"> </w:t>
      </w:r>
      <w:r w:rsidR="00E644B4">
        <w:rPr>
          <w:rFonts w:ascii="Corbel" w:hAnsi="Corbel"/>
          <w:b/>
          <w:smallCaps/>
          <w:sz w:val="24"/>
          <w:szCs w:val="24"/>
        </w:rPr>
        <w:t>202</w:t>
      </w:r>
      <w:r w:rsidR="00A41FC4">
        <w:rPr>
          <w:rFonts w:ascii="Corbel" w:hAnsi="Corbel"/>
          <w:b/>
          <w:smallCaps/>
          <w:sz w:val="24"/>
          <w:szCs w:val="24"/>
        </w:rPr>
        <w:t>5</w:t>
      </w:r>
      <w:r w:rsidR="00E644B4">
        <w:rPr>
          <w:rFonts w:ascii="Corbel" w:hAnsi="Corbel"/>
          <w:b/>
          <w:smallCaps/>
          <w:sz w:val="24"/>
          <w:szCs w:val="24"/>
        </w:rPr>
        <w:t>-20</w:t>
      </w:r>
      <w:r w:rsidR="00A41FC4">
        <w:rPr>
          <w:rFonts w:ascii="Corbel" w:hAnsi="Corbel"/>
          <w:b/>
          <w:smallCaps/>
          <w:sz w:val="24"/>
          <w:szCs w:val="24"/>
        </w:rPr>
        <w:t>30</w:t>
      </w:r>
    </w:p>
    <w:p w14:paraId="43164E24" w14:textId="77777777" w:rsidR="00445970" w:rsidRPr="008E663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ab/>
      </w:r>
      <w:r w:rsidRPr="008E6633">
        <w:rPr>
          <w:rFonts w:ascii="Corbel" w:hAnsi="Corbel"/>
          <w:sz w:val="24"/>
          <w:szCs w:val="24"/>
        </w:rPr>
        <w:tab/>
      </w:r>
      <w:r w:rsidRPr="008E6633">
        <w:rPr>
          <w:rFonts w:ascii="Corbel" w:hAnsi="Corbel"/>
          <w:sz w:val="24"/>
          <w:szCs w:val="24"/>
        </w:rPr>
        <w:tab/>
      </w:r>
      <w:r w:rsidRPr="008E6633">
        <w:rPr>
          <w:rFonts w:ascii="Corbel" w:hAnsi="Corbel"/>
          <w:sz w:val="24"/>
          <w:szCs w:val="24"/>
        </w:rPr>
        <w:tab/>
        <w:t xml:space="preserve">Rok akademicki   </w:t>
      </w:r>
      <w:r w:rsidR="00437B5A" w:rsidRPr="008E6633">
        <w:rPr>
          <w:rFonts w:ascii="Corbel" w:hAnsi="Corbel"/>
          <w:sz w:val="24"/>
          <w:szCs w:val="24"/>
        </w:rPr>
        <w:t>202</w:t>
      </w:r>
      <w:r w:rsidR="00A41FC4">
        <w:rPr>
          <w:rFonts w:ascii="Corbel" w:hAnsi="Corbel"/>
          <w:sz w:val="24"/>
          <w:szCs w:val="24"/>
        </w:rPr>
        <w:t>6</w:t>
      </w:r>
      <w:r w:rsidR="00437B5A" w:rsidRPr="008E6633">
        <w:rPr>
          <w:rFonts w:ascii="Corbel" w:hAnsi="Corbel"/>
          <w:sz w:val="24"/>
          <w:szCs w:val="24"/>
        </w:rPr>
        <w:t>/202</w:t>
      </w:r>
      <w:r w:rsidR="00A41FC4">
        <w:rPr>
          <w:rFonts w:ascii="Corbel" w:hAnsi="Corbel"/>
          <w:sz w:val="24"/>
          <w:szCs w:val="24"/>
        </w:rPr>
        <w:t>7</w:t>
      </w:r>
      <w:r w:rsidR="00EE7B49">
        <w:rPr>
          <w:rFonts w:ascii="Corbel" w:hAnsi="Corbel"/>
          <w:sz w:val="24"/>
          <w:szCs w:val="24"/>
        </w:rPr>
        <w:t>i 202</w:t>
      </w:r>
      <w:r w:rsidR="00A41FC4">
        <w:rPr>
          <w:rFonts w:ascii="Corbel" w:hAnsi="Corbel"/>
          <w:sz w:val="24"/>
          <w:szCs w:val="24"/>
        </w:rPr>
        <w:t>7</w:t>
      </w:r>
      <w:r w:rsidR="00EE7B49">
        <w:rPr>
          <w:rFonts w:ascii="Corbel" w:hAnsi="Corbel"/>
          <w:sz w:val="24"/>
          <w:szCs w:val="24"/>
        </w:rPr>
        <w:t>/202</w:t>
      </w:r>
      <w:r w:rsidR="00A41FC4">
        <w:rPr>
          <w:rFonts w:ascii="Corbel" w:hAnsi="Corbel"/>
          <w:sz w:val="24"/>
          <w:szCs w:val="24"/>
        </w:rPr>
        <w:t>8</w:t>
      </w:r>
    </w:p>
    <w:p w14:paraId="49C08568" w14:textId="77777777" w:rsidR="0085747A" w:rsidRPr="008E663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CAC7CF" w14:textId="77777777" w:rsidR="0085747A" w:rsidRPr="008E663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6633">
        <w:rPr>
          <w:rFonts w:ascii="Corbel" w:hAnsi="Corbel"/>
          <w:szCs w:val="24"/>
        </w:rPr>
        <w:t xml:space="preserve">1. </w:t>
      </w:r>
      <w:r w:rsidR="0085747A" w:rsidRPr="008E6633">
        <w:rPr>
          <w:rFonts w:ascii="Corbel" w:hAnsi="Corbel"/>
          <w:szCs w:val="24"/>
        </w:rPr>
        <w:t xml:space="preserve">Podstawowe </w:t>
      </w:r>
      <w:r w:rsidR="00445970" w:rsidRPr="008E663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E6633" w14:paraId="469C0095" w14:textId="77777777" w:rsidTr="00B819C8">
        <w:tc>
          <w:tcPr>
            <w:tcW w:w="2694" w:type="dxa"/>
            <w:vAlign w:val="center"/>
          </w:tcPr>
          <w:p w14:paraId="73605904" w14:textId="77777777" w:rsidR="0085747A" w:rsidRPr="008E6633" w:rsidRDefault="00C05F44" w:rsidP="00E63C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43E25E" w14:textId="77777777" w:rsidR="00A42F88" w:rsidRPr="008E6633" w:rsidRDefault="00A41FC4" w:rsidP="00A42F88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</w:t>
            </w:r>
            <w:r w:rsidR="002318A2" w:rsidRPr="008E6633">
              <w:rPr>
                <w:rFonts w:ascii="Corbel" w:hAnsi="Corbel"/>
                <w:sz w:val="24"/>
                <w:szCs w:val="24"/>
              </w:rPr>
              <w:t xml:space="preserve">rening </w:t>
            </w:r>
            <w:r w:rsidR="00CE6B30" w:rsidRPr="008E6633">
              <w:rPr>
                <w:rFonts w:ascii="Corbel" w:hAnsi="Corbel"/>
                <w:sz w:val="24"/>
                <w:szCs w:val="24"/>
              </w:rPr>
              <w:t>twórczy osób z niepełnosprawnością intelektualną</w:t>
            </w:r>
            <w:r w:rsidR="0067093F" w:rsidRPr="008E6633">
              <w:rPr>
                <w:rFonts w:ascii="Corbel" w:hAnsi="Corbel"/>
                <w:sz w:val="24"/>
                <w:szCs w:val="24"/>
              </w:rPr>
              <w:t>:</w:t>
            </w:r>
          </w:p>
          <w:p w14:paraId="115009FE" w14:textId="77777777" w:rsidR="0085747A" w:rsidRPr="008E6633" w:rsidRDefault="00437B5A" w:rsidP="00A42F88">
            <w:pPr>
              <w:pStyle w:val="Odpowiedzi"/>
              <w:spacing w:before="0" w:after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arteterapia</w:t>
            </w:r>
          </w:p>
        </w:tc>
      </w:tr>
      <w:tr w:rsidR="0085747A" w:rsidRPr="008E6633" w14:paraId="6CD1413F" w14:textId="77777777" w:rsidTr="00B819C8">
        <w:tc>
          <w:tcPr>
            <w:tcW w:w="2694" w:type="dxa"/>
            <w:vAlign w:val="center"/>
          </w:tcPr>
          <w:p w14:paraId="69CF2D84" w14:textId="77777777" w:rsidR="0085747A" w:rsidRPr="008E663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63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12158B" w14:textId="77777777" w:rsidR="0085747A" w:rsidRPr="008E6633" w:rsidRDefault="00437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8E6633" w14:paraId="7C1BD1E6" w14:textId="77777777" w:rsidTr="00B819C8">
        <w:tc>
          <w:tcPr>
            <w:tcW w:w="2694" w:type="dxa"/>
            <w:vAlign w:val="center"/>
          </w:tcPr>
          <w:p w14:paraId="32C1003A" w14:textId="77777777" w:rsidR="0085747A" w:rsidRPr="008E6633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N</w:t>
            </w:r>
            <w:r w:rsidR="0085747A" w:rsidRPr="008E663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663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32921B" w14:textId="77777777" w:rsidR="0085747A" w:rsidRPr="008E6633" w:rsidRDefault="00A41FC4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1FC4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85747A" w:rsidRPr="008E6633" w14:paraId="466F1937" w14:textId="77777777" w:rsidTr="00B819C8">
        <w:tc>
          <w:tcPr>
            <w:tcW w:w="2694" w:type="dxa"/>
            <w:vAlign w:val="center"/>
          </w:tcPr>
          <w:p w14:paraId="52505851" w14:textId="77777777"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590DB0" w14:textId="77777777" w:rsidR="0085747A" w:rsidRPr="008E6633" w:rsidRDefault="00437B5A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E6633" w14:paraId="6DF52981" w14:textId="77777777" w:rsidTr="00B819C8">
        <w:tc>
          <w:tcPr>
            <w:tcW w:w="2694" w:type="dxa"/>
            <w:vAlign w:val="center"/>
          </w:tcPr>
          <w:p w14:paraId="2F272B9F" w14:textId="77777777"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C14809" w14:textId="77777777" w:rsidR="0085747A" w:rsidRPr="008E6633" w:rsidRDefault="00A41F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37B5A" w:rsidRPr="008E6633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85747A" w:rsidRPr="008E6633" w14:paraId="0BE27CFE" w14:textId="77777777" w:rsidTr="00B819C8">
        <w:tc>
          <w:tcPr>
            <w:tcW w:w="2694" w:type="dxa"/>
            <w:vAlign w:val="center"/>
          </w:tcPr>
          <w:p w14:paraId="71462874" w14:textId="77777777" w:rsidR="0085747A" w:rsidRPr="008E663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8AEE3E" w14:textId="77777777" w:rsidR="0085747A" w:rsidRPr="008E6633" w:rsidRDefault="00FE3A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37B5A" w:rsidRPr="008E663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8E6633" w14:paraId="23FF17EF" w14:textId="77777777" w:rsidTr="00B819C8">
        <w:tc>
          <w:tcPr>
            <w:tcW w:w="2694" w:type="dxa"/>
            <w:vAlign w:val="center"/>
          </w:tcPr>
          <w:p w14:paraId="0AE1E628" w14:textId="77777777"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4743C2" w14:textId="77777777" w:rsidR="0085747A" w:rsidRPr="008E663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8E6633" w14:paraId="48EA6EC8" w14:textId="77777777" w:rsidTr="00B819C8">
        <w:tc>
          <w:tcPr>
            <w:tcW w:w="2694" w:type="dxa"/>
            <w:vAlign w:val="center"/>
          </w:tcPr>
          <w:p w14:paraId="0C45F6FB" w14:textId="77777777"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0B5C6" w14:textId="4116E90D" w:rsidR="0085747A" w:rsidRPr="008E663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3E1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8E6633" w14:paraId="29DF3B9E" w14:textId="77777777" w:rsidTr="00B819C8">
        <w:tc>
          <w:tcPr>
            <w:tcW w:w="2694" w:type="dxa"/>
            <w:vAlign w:val="center"/>
          </w:tcPr>
          <w:p w14:paraId="64A8C040" w14:textId="77777777"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E6633">
              <w:rPr>
                <w:rFonts w:ascii="Corbel" w:hAnsi="Corbel"/>
                <w:sz w:val="24"/>
                <w:szCs w:val="24"/>
              </w:rPr>
              <w:t>/y</w:t>
            </w:r>
            <w:r w:rsidRPr="008E663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E45009" w14:textId="77777777" w:rsidR="0085747A" w:rsidRPr="008E6633" w:rsidRDefault="00FE3A93" w:rsidP="00437B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437B5A" w:rsidRPr="008E6633">
              <w:rPr>
                <w:rFonts w:ascii="Corbel" w:hAnsi="Corbel"/>
                <w:b w:val="0"/>
                <w:sz w:val="24"/>
                <w:szCs w:val="24"/>
              </w:rPr>
              <w:t>4 semestr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; rok III, </w:t>
            </w:r>
            <w:r w:rsidR="00437B5A" w:rsidRPr="008E6633">
              <w:rPr>
                <w:rFonts w:ascii="Corbel" w:hAnsi="Corbel"/>
                <w:b w:val="0"/>
                <w:sz w:val="24"/>
                <w:szCs w:val="24"/>
              </w:rPr>
              <w:t>5 semestr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C290C" w:rsidRPr="008E6633" w14:paraId="6A3C16F1" w14:textId="77777777" w:rsidTr="000E6F44">
        <w:tc>
          <w:tcPr>
            <w:tcW w:w="2694" w:type="dxa"/>
            <w:vAlign w:val="center"/>
          </w:tcPr>
          <w:p w14:paraId="73FEE7C6" w14:textId="77777777" w:rsidR="003C290C" w:rsidRPr="008E6633" w:rsidRDefault="003C290C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0E8CCB" w14:textId="77777777" w:rsidR="003C290C" w:rsidRPr="008E6633" w:rsidRDefault="003C290C" w:rsidP="00344B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3C290C" w:rsidRPr="008E6633" w14:paraId="45E496BD" w14:textId="77777777" w:rsidTr="00B819C8">
        <w:tc>
          <w:tcPr>
            <w:tcW w:w="2694" w:type="dxa"/>
            <w:vAlign w:val="center"/>
          </w:tcPr>
          <w:p w14:paraId="1E491B88" w14:textId="77777777" w:rsidR="003C290C" w:rsidRPr="008E6633" w:rsidRDefault="003C290C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1ED2C" w14:textId="77777777" w:rsidR="003C290C" w:rsidRPr="008E6633" w:rsidRDefault="003C290C" w:rsidP="00344B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290C" w:rsidRPr="004C0DFE" w14:paraId="78F46DE4" w14:textId="77777777" w:rsidTr="00B819C8">
        <w:tc>
          <w:tcPr>
            <w:tcW w:w="2694" w:type="dxa"/>
            <w:vAlign w:val="center"/>
          </w:tcPr>
          <w:p w14:paraId="6D779DE9" w14:textId="77777777" w:rsidR="003C290C" w:rsidRPr="008E6633" w:rsidRDefault="003C290C" w:rsidP="00437B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F1D7E7" w14:textId="6028CC28" w:rsidR="003C290C" w:rsidRPr="00477C1C" w:rsidRDefault="001D3E15" w:rsidP="00344B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4C0DFE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477C1C" w:rsidRPr="008E6633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477C1C" w:rsidRPr="008E66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Marta </w:t>
            </w:r>
            <w:proofErr w:type="spellStart"/>
            <w:r w:rsidR="00477C1C" w:rsidRPr="008E6633">
              <w:rPr>
                <w:rFonts w:ascii="Corbel" w:hAnsi="Corbel"/>
                <w:b w:val="0"/>
                <w:sz w:val="24"/>
                <w:szCs w:val="24"/>
                <w:lang w:val="en-US"/>
              </w:rPr>
              <w:t>Uberman</w:t>
            </w:r>
            <w:proofErr w:type="spellEnd"/>
            <w:r w:rsidR="00477C1C" w:rsidRPr="008E6633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85747A" w:rsidRPr="00477C1C" w14:paraId="7CDD455E" w14:textId="77777777" w:rsidTr="00B819C8">
        <w:tc>
          <w:tcPr>
            <w:tcW w:w="2694" w:type="dxa"/>
            <w:vAlign w:val="center"/>
          </w:tcPr>
          <w:p w14:paraId="5428ADC7" w14:textId="77777777" w:rsidR="0085747A" w:rsidRPr="008E663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9F7F23" w14:textId="1211C1D8" w:rsidR="0085747A" w:rsidRPr="00477C1C" w:rsidRDefault="001D3E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437B5A" w:rsidRPr="008E6633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437B5A" w:rsidRPr="008E66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r w:rsidR="00437B5A" w:rsidRPr="00477C1C">
              <w:rPr>
                <w:rFonts w:ascii="Corbel" w:hAnsi="Corbel"/>
                <w:b w:val="0"/>
                <w:sz w:val="24"/>
                <w:szCs w:val="24"/>
              </w:rPr>
              <w:t xml:space="preserve">Marta </w:t>
            </w:r>
            <w:proofErr w:type="spellStart"/>
            <w:r w:rsidR="00437B5A" w:rsidRPr="00477C1C">
              <w:rPr>
                <w:rFonts w:ascii="Corbel" w:hAnsi="Corbel"/>
                <w:b w:val="0"/>
                <w:sz w:val="24"/>
                <w:szCs w:val="24"/>
              </w:rPr>
              <w:t>Uberman</w:t>
            </w:r>
            <w:proofErr w:type="spellEnd"/>
            <w:r w:rsidR="00437B5A" w:rsidRPr="00477C1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00477C1C" w:rsidRPr="00477C1C">
              <w:rPr>
                <w:rFonts w:ascii="Corbel" w:hAnsi="Corbel"/>
                <w:b w:val="0"/>
                <w:sz w:val="24"/>
                <w:szCs w:val="24"/>
              </w:rPr>
              <w:t>, mgr Lucjan Rybak</w:t>
            </w:r>
          </w:p>
        </w:tc>
      </w:tr>
    </w:tbl>
    <w:p w14:paraId="4FBB1751" w14:textId="77777777" w:rsidR="0085747A" w:rsidRPr="008E6633" w:rsidRDefault="0085747A" w:rsidP="003247B2">
      <w:pPr>
        <w:pStyle w:val="Podpunkty"/>
        <w:ind w:left="0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 xml:space="preserve">* </w:t>
      </w:r>
      <w:r w:rsidRPr="008E6633">
        <w:rPr>
          <w:rFonts w:ascii="Corbel" w:hAnsi="Corbel"/>
          <w:i/>
          <w:sz w:val="24"/>
          <w:szCs w:val="24"/>
        </w:rPr>
        <w:t>-</w:t>
      </w:r>
      <w:r w:rsidR="00B90885" w:rsidRPr="008E663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6633">
        <w:rPr>
          <w:rFonts w:ascii="Corbel" w:hAnsi="Corbel"/>
          <w:b w:val="0"/>
          <w:sz w:val="24"/>
          <w:szCs w:val="24"/>
        </w:rPr>
        <w:t>e,</w:t>
      </w:r>
      <w:r w:rsidRPr="008E6633">
        <w:rPr>
          <w:rFonts w:ascii="Corbel" w:hAnsi="Corbel"/>
          <w:i/>
          <w:sz w:val="24"/>
          <w:szCs w:val="24"/>
        </w:rPr>
        <w:t xml:space="preserve"> </w:t>
      </w:r>
      <w:r w:rsidRPr="008E663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6633">
        <w:rPr>
          <w:rFonts w:ascii="Corbel" w:hAnsi="Corbel"/>
          <w:b w:val="0"/>
          <w:i/>
          <w:sz w:val="24"/>
          <w:szCs w:val="24"/>
        </w:rPr>
        <w:t>w Jednostce</w:t>
      </w:r>
    </w:p>
    <w:p w14:paraId="577A551E" w14:textId="77777777" w:rsidR="00923D7D" w:rsidRPr="008E663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203FCF" w14:textId="77777777" w:rsidR="00923D7D" w:rsidRPr="008E6633" w:rsidRDefault="0085747A" w:rsidP="00FF263E">
      <w:pPr>
        <w:pStyle w:val="Podpunkty"/>
        <w:ind w:left="284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>1.</w:t>
      </w:r>
      <w:r w:rsidR="00E22FBC" w:rsidRPr="008E6633">
        <w:rPr>
          <w:rFonts w:ascii="Corbel" w:hAnsi="Corbel"/>
          <w:sz w:val="24"/>
          <w:szCs w:val="24"/>
        </w:rPr>
        <w:t>1</w:t>
      </w:r>
      <w:r w:rsidRPr="008E663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913"/>
        <w:gridCol w:w="789"/>
        <w:gridCol w:w="862"/>
        <w:gridCol w:w="802"/>
        <w:gridCol w:w="822"/>
        <w:gridCol w:w="764"/>
        <w:gridCol w:w="949"/>
        <w:gridCol w:w="1187"/>
        <w:gridCol w:w="1507"/>
      </w:tblGrid>
      <w:tr w:rsidR="00015B8F" w:rsidRPr="008E6633" w14:paraId="1AA34487" w14:textId="77777777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AEDB" w14:textId="77777777"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Semestr</w:t>
            </w:r>
          </w:p>
          <w:p w14:paraId="060CEC6A" w14:textId="77777777" w:rsidR="00015B8F" w:rsidRPr="008E663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(</w:t>
            </w:r>
            <w:r w:rsidR="00363F78" w:rsidRPr="008E663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64DE" w14:textId="77777777"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6633">
              <w:rPr>
                <w:rFonts w:ascii="Corbel" w:hAnsi="Corbel"/>
                <w:szCs w:val="24"/>
              </w:rPr>
              <w:t>Wykł</w:t>
            </w:r>
            <w:proofErr w:type="spellEnd"/>
            <w:r w:rsidRPr="008E66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861A2" w14:textId="77777777"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6342E" w14:textId="77777777"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6633">
              <w:rPr>
                <w:rFonts w:ascii="Corbel" w:hAnsi="Corbel"/>
                <w:szCs w:val="24"/>
              </w:rPr>
              <w:t>Konw</w:t>
            </w:r>
            <w:proofErr w:type="spellEnd"/>
            <w:r w:rsidRPr="008E66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A8A0" w14:textId="77777777"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A26C" w14:textId="77777777"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6633">
              <w:rPr>
                <w:rFonts w:ascii="Corbel" w:hAnsi="Corbel"/>
                <w:szCs w:val="24"/>
              </w:rPr>
              <w:t>Sem</w:t>
            </w:r>
            <w:proofErr w:type="spellEnd"/>
            <w:r w:rsidRPr="008E66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C7B9" w14:textId="77777777"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F0C7" w14:textId="77777777"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6633">
              <w:rPr>
                <w:rFonts w:ascii="Corbel" w:hAnsi="Corbel"/>
                <w:szCs w:val="24"/>
              </w:rPr>
              <w:t>Prakt</w:t>
            </w:r>
            <w:proofErr w:type="spellEnd"/>
            <w:r w:rsidRPr="008E663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FE3B3" w14:textId="77777777" w:rsidR="00015B8F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28F7" w14:textId="77777777" w:rsidR="00015B8F" w:rsidRPr="008E663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6633">
              <w:rPr>
                <w:rFonts w:ascii="Corbel" w:hAnsi="Corbel"/>
                <w:b/>
                <w:szCs w:val="24"/>
              </w:rPr>
              <w:t>Liczba pkt</w:t>
            </w:r>
            <w:r w:rsidR="00B90885" w:rsidRPr="008E6633">
              <w:rPr>
                <w:rFonts w:ascii="Corbel" w:hAnsi="Corbel"/>
                <w:b/>
                <w:szCs w:val="24"/>
              </w:rPr>
              <w:t>.</w:t>
            </w:r>
            <w:r w:rsidRPr="008E663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247B2" w:rsidRPr="008E6633" w14:paraId="15B41891" w14:textId="77777777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BCC0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C3BB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654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F39A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21AD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BD5AC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E993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67D2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BEB3" w14:textId="50AAFC74" w:rsidR="003247B2" w:rsidRPr="008E6633" w:rsidRDefault="004C0D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C9F2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6633">
              <w:rPr>
                <w:rFonts w:ascii="Corbel" w:hAnsi="Corbel"/>
                <w:b/>
                <w:szCs w:val="24"/>
              </w:rPr>
              <w:t>2</w:t>
            </w:r>
          </w:p>
        </w:tc>
      </w:tr>
      <w:tr w:rsidR="003247B2" w:rsidRPr="008E6633" w14:paraId="747DA940" w14:textId="77777777" w:rsidTr="003247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2960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1247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15CA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EB15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527A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07F6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2297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B381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1BA1" w14:textId="5CA36243" w:rsidR="003247B2" w:rsidRPr="008E6633" w:rsidRDefault="004C0DF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B911" w14:textId="77777777" w:rsidR="003247B2" w:rsidRPr="008E6633" w:rsidRDefault="003247B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6633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13D2E18E" w14:textId="77777777" w:rsidR="00923D7D" w:rsidRPr="008E663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23CE3E" w14:textId="77777777" w:rsidR="0085747A" w:rsidRPr="008E663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>1.</w:t>
      </w:r>
      <w:r w:rsidR="00E22FBC" w:rsidRPr="008E6633">
        <w:rPr>
          <w:rFonts w:ascii="Corbel" w:hAnsi="Corbel"/>
          <w:smallCaps w:val="0"/>
          <w:szCs w:val="24"/>
        </w:rPr>
        <w:t>2</w:t>
      </w:r>
      <w:r w:rsidR="00F83B28" w:rsidRPr="008E6633">
        <w:rPr>
          <w:rFonts w:ascii="Corbel" w:hAnsi="Corbel"/>
          <w:smallCaps w:val="0"/>
          <w:szCs w:val="24"/>
        </w:rPr>
        <w:t>.</w:t>
      </w:r>
      <w:r w:rsidR="00F83B28" w:rsidRPr="008E6633">
        <w:rPr>
          <w:rFonts w:ascii="Corbel" w:hAnsi="Corbel"/>
          <w:smallCaps w:val="0"/>
          <w:szCs w:val="24"/>
        </w:rPr>
        <w:tab/>
      </w:r>
      <w:r w:rsidRPr="008E6633">
        <w:rPr>
          <w:rFonts w:ascii="Corbel" w:hAnsi="Corbel"/>
          <w:smallCaps w:val="0"/>
          <w:szCs w:val="24"/>
        </w:rPr>
        <w:t xml:space="preserve">Sposób realizacji zajęć  </w:t>
      </w:r>
    </w:p>
    <w:p w14:paraId="24ABE935" w14:textId="77777777" w:rsidR="003247B2" w:rsidRPr="008E6633" w:rsidRDefault="003247B2" w:rsidP="003247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eastAsia="MS Gothic" w:hAnsi="Corbel"/>
          <w:b w:val="0"/>
          <w:szCs w:val="24"/>
        </w:rPr>
        <w:sym w:font="Wingdings" w:char="F078"/>
      </w:r>
      <w:r w:rsidRPr="008E6633">
        <w:rPr>
          <w:rFonts w:ascii="Corbel" w:eastAsia="MS Gothic" w:hAnsi="Corbel"/>
          <w:b w:val="0"/>
          <w:szCs w:val="24"/>
        </w:rPr>
        <w:t xml:space="preserve"> </w:t>
      </w:r>
      <w:r w:rsidRPr="008E6633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21E5112" w14:textId="77777777" w:rsidR="003247B2" w:rsidRPr="008E6633" w:rsidRDefault="003247B2" w:rsidP="003247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6633">
        <w:rPr>
          <w:rFonts w:ascii="MS Gothic" w:eastAsia="MS Gothic" w:hAnsi="MS Gothic" w:cs="MS Gothic" w:hint="eastAsia"/>
          <w:b w:val="0"/>
          <w:szCs w:val="24"/>
        </w:rPr>
        <w:t>☐</w:t>
      </w:r>
      <w:r w:rsidRPr="008E663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190FEF" w14:textId="77777777" w:rsidR="0085747A" w:rsidRPr="008E663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8508FC" w14:textId="77777777" w:rsidR="003247B2" w:rsidRPr="008E663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1.3 </w:t>
      </w:r>
      <w:r w:rsidR="00F83B28" w:rsidRPr="008E6633">
        <w:rPr>
          <w:rFonts w:ascii="Corbel" w:hAnsi="Corbel"/>
          <w:smallCaps w:val="0"/>
          <w:szCs w:val="24"/>
        </w:rPr>
        <w:tab/>
      </w:r>
      <w:r w:rsidRPr="008E6633">
        <w:rPr>
          <w:rFonts w:ascii="Corbel" w:hAnsi="Corbel"/>
          <w:smallCaps w:val="0"/>
          <w:szCs w:val="24"/>
        </w:rPr>
        <w:t>For</w:t>
      </w:r>
      <w:r w:rsidR="00F153F7" w:rsidRPr="008E6633">
        <w:rPr>
          <w:rFonts w:ascii="Corbel" w:hAnsi="Corbel"/>
          <w:smallCaps w:val="0"/>
          <w:szCs w:val="24"/>
        </w:rPr>
        <w:t xml:space="preserve">ma zaliczenia przedmiotu: </w:t>
      </w:r>
    </w:p>
    <w:p w14:paraId="06B67821" w14:textId="77777777" w:rsidR="00E22FBC" w:rsidRPr="008E6633" w:rsidRDefault="003247B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ab/>
      </w:r>
      <w:r w:rsidR="00F153F7" w:rsidRPr="008E6633">
        <w:rPr>
          <w:rFonts w:ascii="Corbel" w:hAnsi="Corbel"/>
          <w:b w:val="0"/>
          <w:smallCaps w:val="0"/>
          <w:szCs w:val="24"/>
        </w:rPr>
        <w:t xml:space="preserve">zaliczenie </w:t>
      </w:r>
      <w:r w:rsidR="00E22FBC" w:rsidRPr="008E6633">
        <w:rPr>
          <w:rFonts w:ascii="Corbel" w:hAnsi="Corbel"/>
          <w:b w:val="0"/>
          <w:smallCaps w:val="0"/>
          <w:szCs w:val="24"/>
        </w:rPr>
        <w:t>z oceną</w:t>
      </w:r>
    </w:p>
    <w:p w14:paraId="212B2F88" w14:textId="77777777" w:rsidR="009C54AE" w:rsidRPr="008E6633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B27F6" w14:textId="77777777" w:rsidR="00E960BB" w:rsidRPr="008E66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663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6633" w14:paraId="1BAD2136" w14:textId="77777777" w:rsidTr="00745302">
        <w:tc>
          <w:tcPr>
            <w:tcW w:w="9670" w:type="dxa"/>
          </w:tcPr>
          <w:p w14:paraId="5CC8BAA5" w14:textId="77777777" w:rsidR="0085747A" w:rsidRPr="008E6633" w:rsidRDefault="00F153F7" w:rsidP="003C29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Podstawowa wiedza w zakresie psychologii rozwojowej, pedagogiki specjalnej, m</w:t>
            </w:r>
            <w:r w:rsidR="0021153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edycznych podstaw 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>niepełnosprawności intelektualnej</w:t>
            </w:r>
            <w:r w:rsidR="00211533" w:rsidRPr="008E6633">
              <w:rPr>
                <w:rFonts w:ascii="Corbel" w:hAnsi="Corbel"/>
                <w:b w:val="0"/>
                <w:smallCaps w:val="0"/>
                <w:szCs w:val="24"/>
              </w:rPr>
              <w:t>, podstaw psychiatrii.</w:t>
            </w:r>
          </w:p>
        </w:tc>
      </w:tr>
    </w:tbl>
    <w:p w14:paraId="5BDFE337" w14:textId="77777777" w:rsidR="0085747A" w:rsidRPr="008E663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6633">
        <w:rPr>
          <w:rFonts w:ascii="Corbel" w:hAnsi="Corbel"/>
          <w:szCs w:val="24"/>
        </w:rPr>
        <w:lastRenderedPageBreak/>
        <w:t>3.</w:t>
      </w:r>
      <w:r w:rsidR="0085747A" w:rsidRPr="008E6633">
        <w:rPr>
          <w:rFonts w:ascii="Corbel" w:hAnsi="Corbel"/>
          <w:szCs w:val="24"/>
        </w:rPr>
        <w:t xml:space="preserve"> </w:t>
      </w:r>
      <w:r w:rsidR="00A84C85" w:rsidRPr="008E6633">
        <w:rPr>
          <w:rFonts w:ascii="Corbel" w:hAnsi="Corbel"/>
          <w:szCs w:val="24"/>
        </w:rPr>
        <w:t>cele, efekty uczenia się</w:t>
      </w:r>
      <w:r w:rsidR="0085747A" w:rsidRPr="008E6633">
        <w:rPr>
          <w:rFonts w:ascii="Corbel" w:hAnsi="Corbel"/>
          <w:szCs w:val="24"/>
        </w:rPr>
        <w:t xml:space="preserve"> , treści Programowe i stosowane metody Dydaktyczne</w:t>
      </w:r>
    </w:p>
    <w:p w14:paraId="371CA393" w14:textId="77777777" w:rsidR="0085747A" w:rsidRPr="008E663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BC1C23" w14:textId="77777777" w:rsidR="00F83B28" w:rsidRPr="008E6633" w:rsidRDefault="0071620A" w:rsidP="00FF263E">
      <w:pPr>
        <w:pStyle w:val="Podpunkty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 xml:space="preserve">3.1 </w:t>
      </w:r>
      <w:r w:rsidR="00C05F44" w:rsidRPr="008E6633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7F35" w:rsidRPr="008E6633" w14:paraId="3B646F5B" w14:textId="77777777" w:rsidTr="00137F35">
        <w:tc>
          <w:tcPr>
            <w:tcW w:w="851" w:type="dxa"/>
            <w:vAlign w:val="center"/>
          </w:tcPr>
          <w:p w14:paraId="2B904D79" w14:textId="77777777" w:rsidR="00137F35" w:rsidRPr="008E6633" w:rsidRDefault="00137F3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9F8DDDE" w14:textId="77777777" w:rsidR="00137F35" w:rsidRPr="008E6633" w:rsidRDefault="00137F35" w:rsidP="00B977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>Zapozn</w:t>
            </w:r>
            <w:r w:rsidR="00211533" w:rsidRPr="008E6633">
              <w:rPr>
                <w:rFonts w:ascii="Corbel" w:hAnsi="Corbel"/>
                <w:b w:val="0"/>
                <w:sz w:val="24"/>
                <w:szCs w:val="24"/>
              </w:rPr>
              <w:t xml:space="preserve">anie z </w:t>
            </w:r>
            <w:r w:rsidR="00B97766" w:rsidRPr="008E6633">
              <w:rPr>
                <w:rFonts w:ascii="Corbel" w:hAnsi="Corbel"/>
                <w:b w:val="0"/>
                <w:sz w:val="24"/>
                <w:szCs w:val="24"/>
              </w:rPr>
              <w:t xml:space="preserve">podstawowymi problemami </w:t>
            </w:r>
            <w:r w:rsidR="00211533" w:rsidRPr="008E6633">
              <w:rPr>
                <w:rFonts w:ascii="Corbel" w:hAnsi="Corbel"/>
                <w:b w:val="0"/>
                <w:sz w:val="24"/>
                <w:szCs w:val="24"/>
              </w:rPr>
              <w:t>arteterapii.</w:t>
            </w:r>
          </w:p>
        </w:tc>
      </w:tr>
      <w:tr w:rsidR="00137F35" w:rsidRPr="008E6633" w14:paraId="7250CE54" w14:textId="77777777" w:rsidTr="00137F35">
        <w:tc>
          <w:tcPr>
            <w:tcW w:w="851" w:type="dxa"/>
            <w:vAlign w:val="center"/>
          </w:tcPr>
          <w:p w14:paraId="1710CA81" w14:textId="77777777" w:rsidR="00137F35" w:rsidRPr="008E6633" w:rsidRDefault="00137F35" w:rsidP="00812C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7A358589" w14:textId="77777777" w:rsidR="00137F35" w:rsidRPr="008E6633" w:rsidRDefault="00B97766" w:rsidP="003C29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warsztatowych w zakresie technik plastycznych oraz rękodzielniczych stosowanych w arteterapii osób z </w:t>
            </w:r>
            <w:r w:rsidR="003C290C" w:rsidRPr="008E6633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37F35" w:rsidRPr="008E6633" w14:paraId="5673CD6E" w14:textId="77777777" w:rsidTr="00137F35">
        <w:tc>
          <w:tcPr>
            <w:tcW w:w="851" w:type="dxa"/>
            <w:vAlign w:val="center"/>
          </w:tcPr>
          <w:p w14:paraId="21086C92" w14:textId="77777777" w:rsidR="00137F35" w:rsidRPr="008E6633" w:rsidRDefault="00137F35" w:rsidP="008479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39E0D9" w14:textId="77777777" w:rsidR="00137F35" w:rsidRPr="008E6633" w:rsidRDefault="00B97766" w:rsidP="003C29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Uświadomienie konieczności profesjonalnej opieki </w:t>
            </w:r>
            <w:proofErr w:type="spellStart"/>
            <w:r w:rsidRPr="008E6633">
              <w:rPr>
                <w:rFonts w:ascii="Corbel" w:hAnsi="Corbel"/>
                <w:b w:val="0"/>
                <w:sz w:val="24"/>
                <w:szCs w:val="24"/>
              </w:rPr>
              <w:t>arteterapeutycznej</w:t>
            </w:r>
            <w:proofErr w:type="spellEnd"/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 nad osobami </w:t>
            </w:r>
            <w:r w:rsidR="00A41FC4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3C290C" w:rsidRPr="008E6633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8E66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39CE4AE" w14:textId="77777777" w:rsidR="0085747A" w:rsidRPr="008E66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FDBA62" w14:textId="77777777" w:rsidR="001D7B54" w:rsidRPr="008E6633" w:rsidRDefault="009F4610" w:rsidP="00FF263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b/>
          <w:sz w:val="24"/>
          <w:szCs w:val="24"/>
        </w:rPr>
        <w:t xml:space="preserve">3.2 </w:t>
      </w:r>
      <w:r w:rsidR="001D7B54" w:rsidRPr="008E6633">
        <w:rPr>
          <w:rFonts w:ascii="Corbel" w:hAnsi="Corbel"/>
          <w:b/>
          <w:sz w:val="24"/>
          <w:szCs w:val="24"/>
        </w:rPr>
        <w:t xml:space="preserve">Efekty </w:t>
      </w:r>
      <w:r w:rsidR="00C05F44" w:rsidRPr="008E663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6633">
        <w:rPr>
          <w:rFonts w:ascii="Corbel" w:hAnsi="Corbel"/>
          <w:b/>
          <w:sz w:val="24"/>
          <w:szCs w:val="24"/>
        </w:rPr>
        <w:t>dla przedmiotu</w:t>
      </w:r>
      <w:r w:rsidR="00445970" w:rsidRPr="008E6633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4"/>
        <w:gridCol w:w="6261"/>
        <w:gridCol w:w="1715"/>
      </w:tblGrid>
      <w:tr w:rsidR="0085747A" w:rsidRPr="008E6633" w14:paraId="7E604578" w14:textId="77777777" w:rsidTr="003247B2">
        <w:tc>
          <w:tcPr>
            <w:tcW w:w="1560" w:type="dxa"/>
            <w:vAlign w:val="center"/>
          </w:tcPr>
          <w:p w14:paraId="34E40CE8" w14:textId="77777777" w:rsidR="0085747A" w:rsidRPr="008E663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663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663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  <w:vAlign w:val="center"/>
          </w:tcPr>
          <w:p w14:paraId="2BCFE8D0" w14:textId="77777777" w:rsidR="0085747A" w:rsidRPr="008E66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622346CE" w14:textId="77777777" w:rsidR="0085747A" w:rsidRPr="008E66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663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5F6D" w:rsidRPr="008E6633" w14:paraId="7303AB7B" w14:textId="77777777" w:rsidTr="003247B2">
        <w:tc>
          <w:tcPr>
            <w:tcW w:w="1560" w:type="dxa"/>
            <w:vAlign w:val="center"/>
          </w:tcPr>
          <w:p w14:paraId="4E55F75E" w14:textId="77777777" w:rsidR="00265F6D" w:rsidRPr="008E6633" w:rsidRDefault="00265F6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8" w:type="dxa"/>
            <w:vAlign w:val="center"/>
          </w:tcPr>
          <w:p w14:paraId="52FFA4D8" w14:textId="77777777" w:rsidR="00265F6D" w:rsidRPr="008E6633" w:rsidRDefault="00265F6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Student/-ka zna i rozumie</w:t>
            </w:r>
          </w:p>
        </w:tc>
        <w:tc>
          <w:tcPr>
            <w:tcW w:w="1732" w:type="dxa"/>
            <w:vAlign w:val="center"/>
          </w:tcPr>
          <w:p w14:paraId="3463C830" w14:textId="77777777" w:rsidR="00265F6D" w:rsidRPr="008E6633" w:rsidRDefault="00265F6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6633" w14:paraId="01950EE8" w14:textId="77777777" w:rsidTr="003247B2">
        <w:tc>
          <w:tcPr>
            <w:tcW w:w="1560" w:type="dxa"/>
          </w:tcPr>
          <w:p w14:paraId="6ED689EA" w14:textId="77777777" w:rsidR="0085747A" w:rsidRPr="008E66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8" w:type="dxa"/>
          </w:tcPr>
          <w:p w14:paraId="3775B624" w14:textId="77777777" w:rsidR="0010459E" w:rsidRPr="008E6633" w:rsidRDefault="005A7DB6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indywidualne podejście do problemów 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osób z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niepełnosprawnością intelektualną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a także</w:t>
            </w:r>
            <w:r w:rsidR="00345C09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ma wie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>dzę o</w:t>
            </w:r>
            <w:r w:rsidR="00345C09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podstawowych pojęciach </w:t>
            </w:r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="00345C09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terapii oraz o miejscu i znaczeniu </w:t>
            </w:r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jej </w:t>
            </w:r>
            <w:r w:rsidR="00345C09" w:rsidRPr="008E6633">
              <w:rPr>
                <w:rFonts w:ascii="Corbel" w:hAnsi="Corbel"/>
                <w:b w:val="0"/>
                <w:smallCaps w:val="0"/>
                <w:szCs w:val="24"/>
              </w:rPr>
              <w:t>w terapii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osób,</w:t>
            </w:r>
          </w:p>
          <w:p w14:paraId="39D95EB7" w14:textId="77777777" w:rsidR="008A54B5" w:rsidRPr="008E6633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formy i narzędzia charakterystyczne i właściwe dla po</w:t>
            </w:r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>znanych metod 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terapii,</w:t>
            </w:r>
          </w:p>
          <w:p w14:paraId="631371F0" w14:textId="77777777" w:rsidR="008A54B5" w:rsidRPr="008E6633" w:rsidRDefault="008A54B5" w:rsidP="008A54B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podstawowe zagadnienia dotyczące </w:t>
            </w:r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>artet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erapii grupowej i indywidualnej,</w:t>
            </w:r>
          </w:p>
          <w:p w14:paraId="7C06EDC2" w14:textId="77777777" w:rsidR="0085747A" w:rsidRPr="008E6633" w:rsidRDefault="00123F35" w:rsidP="00137F3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zadania </w:t>
            </w:r>
            <w:proofErr w:type="spellStart"/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terapeuty</w:t>
            </w:r>
            <w:proofErr w:type="spellEnd"/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i zakres czynności w toku zajęć </w:t>
            </w:r>
            <w:proofErr w:type="spellStart"/>
            <w:r w:rsidR="00137F35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terapeutycznych</w:t>
            </w:r>
            <w:proofErr w:type="spellEnd"/>
            <w:r w:rsidRPr="008E66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  <w:vAlign w:val="center"/>
          </w:tcPr>
          <w:p w14:paraId="30DC290F" w14:textId="77777777" w:rsidR="0085747A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  <w:p w14:paraId="091FE86A" w14:textId="77777777"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  <w:p w14:paraId="2823D452" w14:textId="77777777"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265F6D" w:rsidRPr="008E6633" w14:paraId="410D9C96" w14:textId="77777777" w:rsidTr="003247B2">
        <w:tc>
          <w:tcPr>
            <w:tcW w:w="1560" w:type="dxa"/>
          </w:tcPr>
          <w:p w14:paraId="4E6987D6" w14:textId="77777777" w:rsidR="00265F6D" w:rsidRPr="008E6633" w:rsidRDefault="00265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78" w:type="dxa"/>
          </w:tcPr>
          <w:p w14:paraId="418D075E" w14:textId="77777777" w:rsidR="00265F6D" w:rsidRPr="008E6633" w:rsidRDefault="00265F6D" w:rsidP="00265F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Student/-ka potrafi</w:t>
            </w:r>
          </w:p>
        </w:tc>
        <w:tc>
          <w:tcPr>
            <w:tcW w:w="1732" w:type="dxa"/>
            <w:vAlign w:val="center"/>
          </w:tcPr>
          <w:p w14:paraId="5A60724B" w14:textId="77777777" w:rsidR="00265F6D" w:rsidRPr="008E6633" w:rsidRDefault="00265F6D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6633" w14:paraId="4E05D87F" w14:textId="77777777" w:rsidTr="003247B2">
        <w:tc>
          <w:tcPr>
            <w:tcW w:w="1560" w:type="dxa"/>
          </w:tcPr>
          <w:p w14:paraId="423CEB34" w14:textId="77777777" w:rsidR="0085747A" w:rsidRPr="008E66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3617F306" w14:textId="77777777" w:rsidR="00123F35" w:rsidRPr="008E6633" w:rsidRDefault="00345C09" w:rsidP="008A54B5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właściwie analizować i interpretować różne sytuacje wychowawcze, dydaktyczne i opiekuń</w:t>
            </w:r>
            <w:r w:rsidR="008A54B5" w:rsidRPr="008E6633">
              <w:rPr>
                <w:rFonts w:ascii="Corbel" w:hAnsi="Corbel"/>
                <w:b w:val="0"/>
                <w:smallCaps w:val="0"/>
                <w:szCs w:val="24"/>
              </w:rPr>
              <w:t>cze,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terapeutyczne,</w:t>
            </w:r>
          </w:p>
          <w:p w14:paraId="4FD2EB72" w14:textId="77777777" w:rsidR="00123F35" w:rsidRPr="008E6633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obserwować</w:t>
            </w:r>
            <w:r w:rsidR="00123F35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kontakt terapeuta-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osoba</w:t>
            </w:r>
            <w:r w:rsidR="00123F35" w:rsidRPr="008E6633">
              <w:rPr>
                <w:rFonts w:ascii="Corbel" w:hAnsi="Corbel"/>
                <w:b w:val="0"/>
                <w:smallCaps w:val="0"/>
                <w:szCs w:val="24"/>
              </w:rPr>
              <w:t>, interakcje w grupie oraz analizuje wnioski do dalszej pracy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terapeutycznej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699F4C14" w14:textId="77777777" w:rsidR="00123F35" w:rsidRPr="008E6633" w:rsidRDefault="008A54B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uwzględnić</w:t>
            </w:r>
            <w:r w:rsidR="00123F35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zainteresowania i predyspozycje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osób z 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>niepełnosprawnością intelektualną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1F36890A" w14:textId="77777777" w:rsidR="0085747A" w:rsidRPr="008E6633" w:rsidRDefault="00123F35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dobierać i wykorzystać informacje zawarte w dostępnej literaturze fachowej i Internecie (podanej przez prowadzącego)</w:t>
            </w:r>
            <w:r w:rsidR="008A54B5"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A33FC15" w14:textId="77777777" w:rsidR="0010459E" w:rsidRPr="008E6633" w:rsidRDefault="0010459E" w:rsidP="0010459E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prowadzić zajęcia </w:t>
            </w:r>
            <w:proofErr w:type="spellStart"/>
            <w:r w:rsidR="00D14C1C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terapeutyczne</w:t>
            </w:r>
            <w:proofErr w:type="spellEnd"/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z wykorzystaniem prezentacji multimedialnej, środków audiowizualnych, nagrań, płyt CD i DVD dostępnych w publikacjach i Internecie</w:t>
            </w:r>
            <w:r w:rsidR="008A54B5"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75A74FE" w14:textId="77777777" w:rsidR="0010459E" w:rsidRPr="008E6633" w:rsidRDefault="008A54B5" w:rsidP="003C290C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2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wziąć 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pod uwagę możliwości, potrzeby i ograniczenia 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osób z</w:t>
            </w:r>
            <w:r w:rsidR="003C290C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niepełnosprawnością intelektualną</w:t>
            </w:r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i na tej podstawie 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modyfikować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D14C1C" w:rsidRPr="008E6633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10459E" w:rsidRPr="008E6633">
              <w:rPr>
                <w:rFonts w:ascii="Corbel" w:hAnsi="Corbel"/>
                <w:b w:val="0"/>
                <w:smallCaps w:val="0"/>
                <w:szCs w:val="24"/>
              </w:rPr>
              <w:t>erapeutyczne własnej pracy.</w:t>
            </w:r>
          </w:p>
        </w:tc>
        <w:tc>
          <w:tcPr>
            <w:tcW w:w="1732" w:type="dxa"/>
            <w:vAlign w:val="center"/>
          </w:tcPr>
          <w:p w14:paraId="3446F310" w14:textId="77777777" w:rsidR="0085747A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  <w:p w14:paraId="20E78EE5" w14:textId="77777777"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14:paraId="6E61B81D" w14:textId="77777777"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35E110F8" w14:textId="77777777"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14:paraId="1654CB3E" w14:textId="77777777"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265F6D" w:rsidRPr="008E6633" w14:paraId="42A35C32" w14:textId="77777777" w:rsidTr="003247B2">
        <w:tc>
          <w:tcPr>
            <w:tcW w:w="1560" w:type="dxa"/>
          </w:tcPr>
          <w:p w14:paraId="514F6B35" w14:textId="77777777" w:rsidR="00265F6D" w:rsidRPr="008E6633" w:rsidRDefault="00265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378" w:type="dxa"/>
          </w:tcPr>
          <w:p w14:paraId="6ED0BFBF" w14:textId="77777777" w:rsidR="00265F6D" w:rsidRPr="008E6633" w:rsidRDefault="00265F6D" w:rsidP="008A54B5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student/-ka jest gotów do</w:t>
            </w:r>
          </w:p>
        </w:tc>
        <w:tc>
          <w:tcPr>
            <w:tcW w:w="1732" w:type="dxa"/>
            <w:vAlign w:val="center"/>
          </w:tcPr>
          <w:p w14:paraId="5958E704" w14:textId="77777777" w:rsidR="00265F6D" w:rsidRPr="008E6633" w:rsidRDefault="00265F6D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E6633" w14:paraId="3DCF0B09" w14:textId="77777777" w:rsidTr="003247B2">
        <w:tc>
          <w:tcPr>
            <w:tcW w:w="1560" w:type="dxa"/>
          </w:tcPr>
          <w:p w14:paraId="1014B88B" w14:textId="77777777" w:rsidR="0085747A" w:rsidRPr="008E6633" w:rsidRDefault="00345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05F85FD3" w14:textId="77777777" w:rsidR="0010459E" w:rsidRPr="008E6633" w:rsidRDefault="008A54B5" w:rsidP="008A54B5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posługiwania się zasadami i normami etycznymi podczas prowadzenia zajęć </w:t>
            </w:r>
            <w:proofErr w:type="spellStart"/>
            <w:r w:rsidR="00944613" w:rsidRPr="008E6633">
              <w:rPr>
                <w:rFonts w:ascii="Corbel" w:hAnsi="Corbel"/>
                <w:b w:val="0"/>
                <w:smallCaps w:val="0"/>
                <w:szCs w:val="24"/>
              </w:rPr>
              <w:t>arte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terapeutycz</w:t>
            </w:r>
            <w:r w:rsidR="00D12590" w:rsidRPr="008E6633">
              <w:rPr>
                <w:rFonts w:ascii="Corbel" w:hAnsi="Corbel"/>
                <w:b w:val="0"/>
                <w:smallCaps w:val="0"/>
                <w:szCs w:val="24"/>
              </w:rPr>
              <w:t>nych</w:t>
            </w:r>
            <w:proofErr w:type="spellEnd"/>
            <w:r w:rsidR="00D12590"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2480E564" w14:textId="77777777" w:rsidR="0085747A" w:rsidRPr="008E6633" w:rsidRDefault="00D12590" w:rsidP="00D12590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nawiązywania kontaktów ze specjalistami w celu dobra swoich podopiecznych, a także w celu doskonalenia swojego warsztatu pracy.</w:t>
            </w:r>
          </w:p>
        </w:tc>
        <w:tc>
          <w:tcPr>
            <w:tcW w:w="1732" w:type="dxa"/>
            <w:vAlign w:val="center"/>
          </w:tcPr>
          <w:p w14:paraId="7FECE898" w14:textId="77777777" w:rsidR="0085747A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PS.K1</w:t>
            </w:r>
          </w:p>
          <w:p w14:paraId="3EA4030F" w14:textId="77777777"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  <w:p w14:paraId="35162965" w14:textId="77777777"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14:paraId="2E3EE474" w14:textId="77777777" w:rsidR="00345C09" w:rsidRPr="008E6633" w:rsidRDefault="00345C09" w:rsidP="003247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</w:tbl>
    <w:p w14:paraId="4AE72A64" w14:textId="77777777" w:rsidR="0085747A" w:rsidRPr="008E66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521B2B" w14:textId="77777777" w:rsidR="0085747A" w:rsidRPr="008E663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6633">
        <w:rPr>
          <w:rFonts w:ascii="Corbel" w:hAnsi="Corbel"/>
          <w:b/>
          <w:sz w:val="24"/>
          <w:szCs w:val="24"/>
        </w:rPr>
        <w:t>3.3</w:t>
      </w:r>
      <w:r w:rsidR="001D7B54" w:rsidRPr="008E6633">
        <w:rPr>
          <w:rFonts w:ascii="Corbel" w:hAnsi="Corbel"/>
          <w:b/>
          <w:sz w:val="24"/>
          <w:szCs w:val="24"/>
        </w:rPr>
        <w:t xml:space="preserve"> </w:t>
      </w:r>
      <w:r w:rsidR="0085747A" w:rsidRPr="008E6633">
        <w:rPr>
          <w:rFonts w:ascii="Corbel" w:hAnsi="Corbel"/>
          <w:b/>
          <w:sz w:val="24"/>
          <w:szCs w:val="24"/>
        </w:rPr>
        <w:t>T</w:t>
      </w:r>
      <w:r w:rsidR="001D7B54" w:rsidRPr="008E663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E6633">
        <w:rPr>
          <w:rFonts w:ascii="Corbel" w:hAnsi="Corbel"/>
          <w:sz w:val="24"/>
          <w:szCs w:val="24"/>
        </w:rPr>
        <w:t xml:space="preserve">  </w:t>
      </w:r>
    </w:p>
    <w:p w14:paraId="65E8F61E" w14:textId="77777777" w:rsidR="00675843" w:rsidRPr="008E6633" w:rsidRDefault="0085747A" w:rsidP="00FF26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 xml:space="preserve">Problematyka wykładu </w:t>
      </w:r>
      <w:r w:rsidR="00FF263E" w:rsidRPr="008E6633">
        <w:rPr>
          <w:rFonts w:ascii="Corbel" w:hAnsi="Corbel"/>
          <w:sz w:val="24"/>
          <w:szCs w:val="24"/>
        </w:rPr>
        <w:t xml:space="preserve">- </w:t>
      </w:r>
      <w:r w:rsidR="00265F6D" w:rsidRPr="008E6633">
        <w:rPr>
          <w:rFonts w:ascii="Corbel" w:hAnsi="Corbel"/>
          <w:sz w:val="24"/>
          <w:szCs w:val="24"/>
        </w:rPr>
        <w:t>nie dotyczy</w:t>
      </w:r>
    </w:p>
    <w:p w14:paraId="3536D143" w14:textId="77777777" w:rsidR="0085747A" w:rsidRPr="008E6633" w:rsidRDefault="0085747A" w:rsidP="00FF263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6633">
        <w:rPr>
          <w:rFonts w:ascii="Corbel" w:hAnsi="Corbel"/>
          <w:sz w:val="24"/>
          <w:szCs w:val="24"/>
        </w:rPr>
        <w:t xml:space="preserve">Problematyka </w:t>
      </w:r>
      <w:r w:rsidR="009B2BB6" w:rsidRPr="008E6633">
        <w:rPr>
          <w:rFonts w:ascii="Corbel" w:hAnsi="Corbel"/>
          <w:sz w:val="24"/>
          <w:szCs w:val="24"/>
        </w:rPr>
        <w:t>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6633" w14:paraId="0814FD91" w14:textId="77777777" w:rsidTr="00923D7D">
        <w:tc>
          <w:tcPr>
            <w:tcW w:w="9639" w:type="dxa"/>
          </w:tcPr>
          <w:p w14:paraId="1306D48E" w14:textId="77777777" w:rsidR="0085747A" w:rsidRPr="008E663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4C1C" w:rsidRPr="008E6633" w14:paraId="2E0F5AA0" w14:textId="77777777" w:rsidTr="00923D7D">
        <w:tc>
          <w:tcPr>
            <w:tcW w:w="9639" w:type="dxa"/>
          </w:tcPr>
          <w:p w14:paraId="28505D13" w14:textId="77777777" w:rsidR="00D14C1C" w:rsidRPr="008E6633" w:rsidRDefault="00D14C1C" w:rsidP="00AE5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Podstawowe problemy arteterapii </w:t>
            </w:r>
            <w:r w:rsidR="00B97766" w:rsidRPr="008E6633">
              <w:rPr>
                <w:rFonts w:ascii="Corbel" w:hAnsi="Corbel"/>
                <w:sz w:val="24"/>
                <w:szCs w:val="24"/>
              </w:rPr>
              <w:t xml:space="preserve"> - pojęcia, podstawy teoretyczne i warsztatowe. 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 xml:space="preserve">Zasady planowania  pracy terapeutycznej. </w:t>
            </w:r>
          </w:p>
        </w:tc>
      </w:tr>
      <w:tr w:rsidR="00D14C1C" w:rsidRPr="008E6633" w14:paraId="11872762" w14:textId="77777777" w:rsidTr="00923D7D">
        <w:tc>
          <w:tcPr>
            <w:tcW w:w="9639" w:type="dxa"/>
          </w:tcPr>
          <w:p w14:paraId="1E1472DC" w14:textId="77777777"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Współtworzenie – warsztat  plastyczny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>.</w:t>
            </w:r>
            <w:r w:rsidRPr="008E6633">
              <w:rPr>
                <w:rFonts w:ascii="Corbel" w:hAnsi="Corbel"/>
                <w:sz w:val="24"/>
                <w:szCs w:val="24"/>
              </w:rPr>
              <w:t xml:space="preserve"> 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 xml:space="preserve">Praktyka oddziaływań </w:t>
            </w:r>
            <w:proofErr w:type="spellStart"/>
            <w:r w:rsidR="00AE5FFE" w:rsidRPr="008E6633">
              <w:rPr>
                <w:rFonts w:ascii="Corbel" w:hAnsi="Corbel"/>
                <w:sz w:val="24"/>
                <w:szCs w:val="24"/>
              </w:rPr>
              <w:t>arteterapeutycznych</w:t>
            </w:r>
            <w:proofErr w:type="spellEnd"/>
            <w:r w:rsidR="00AE5FFE" w:rsidRPr="008E6633">
              <w:rPr>
                <w:rFonts w:ascii="Corbel" w:hAnsi="Corbel"/>
                <w:sz w:val="24"/>
                <w:szCs w:val="24"/>
              </w:rPr>
              <w:t xml:space="preserve"> z zastosowaniem kreacji plastycznej.</w:t>
            </w:r>
          </w:p>
        </w:tc>
      </w:tr>
      <w:tr w:rsidR="00D14C1C" w:rsidRPr="008E6633" w14:paraId="2ACDEDB8" w14:textId="77777777" w:rsidTr="00923D7D">
        <w:tc>
          <w:tcPr>
            <w:tcW w:w="9639" w:type="dxa"/>
          </w:tcPr>
          <w:p w14:paraId="08FE9CB1" w14:textId="77777777"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633">
              <w:rPr>
                <w:rFonts w:ascii="Corbel" w:hAnsi="Corbel"/>
                <w:sz w:val="24"/>
                <w:szCs w:val="24"/>
              </w:rPr>
              <w:t>Pikturoterapia</w:t>
            </w:r>
            <w:proofErr w:type="spellEnd"/>
            <w:r w:rsidRPr="008E6633">
              <w:rPr>
                <w:rFonts w:ascii="Corbel" w:hAnsi="Corbel"/>
                <w:sz w:val="24"/>
                <w:szCs w:val="24"/>
              </w:rPr>
              <w:t xml:space="preserve"> – techniki malarskie: malowanie klejówką, temperą, akrylami na różnych materiałach (papier, tektura, makulatura, materiały przyrodnicze, recyklingowe), malowanie palcami.</w:t>
            </w:r>
          </w:p>
        </w:tc>
      </w:tr>
      <w:tr w:rsidR="00D14C1C" w:rsidRPr="008E6633" w14:paraId="6FC2B987" w14:textId="77777777" w:rsidTr="00923D7D">
        <w:tc>
          <w:tcPr>
            <w:tcW w:w="9639" w:type="dxa"/>
          </w:tcPr>
          <w:p w14:paraId="39258742" w14:textId="77777777"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633">
              <w:rPr>
                <w:rFonts w:ascii="Corbel" w:hAnsi="Corbel"/>
                <w:sz w:val="24"/>
                <w:szCs w:val="24"/>
              </w:rPr>
              <w:t>Grafikoterapia</w:t>
            </w:r>
            <w:proofErr w:type="spellEnd"/>
            <w:r w:rsidRPr="008E6633">
              <w:rPr>
                <w:rFonts w:ascii="Corbel" w:hAnsi="Corbel"/>
                <w:sz w:val="24"/>
                <w:szCs w:val="24"/>
              </w:rPr>
              <w:t xml:space="preserve"> – techniki rysunkowe (mandale, kolorowanki), techniki graficzne – stemplowanie, kalkowanie).</w:t>
            </w:r>
          </w:p>
        </w:tc>
      </w:tr>
      <w:tr w:rsidR="00D14C1C" w:rsidRPr="008E6633" w14:paraId="6CD9246C" w14:textId="77777777" w:rsidTr="00923D7D">
        <w:tc>
          <w:tcPr>
            <w:tcW w:w="9639" w:type="dxa"/>
          </w:tcPr>
          <w:p w14:paraId="1C5465FC" w14:textId="77777777"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633">
              <w:rPr>
                <w:rFonts w:ascii="Corbel" w:hAnsi="Corbel"/>
                <w:sz w:val="24"/>
                <w:szCs w:val="24"/>
              </w:rPr>
              <w:t>Skulpturoterapia</w:t>
            </w:r>
            <w:proofErr w:type="spellEnd"/>
            <w:r w:rsidRPr="008E6633">
              <w:rPr>
                <w:rFonts w:ascii="Corbel" w:hAnsi="Corbel"/>
                <w:sz w:val="24"/>
                <w:szCs w:val="24"/>
              </w:rPr>
              <w:t xml:space="preserve"> – techniki lepienia, modelowania, formowania z różnych materiałów plastycznych, przyrodniczych, papierniczych, lepienie w glince, plastelinie, modelinie, zabawy piaskiem kinestetycznym.</w:t>
            </w:r>
          </w:p>
        </w:tc>
      </w:tr>
      <w:tr w:rsidR="00D14C1C" w:rsidRPr="008E6633" w14:paraId="6C278CFB" w14:textId="77777777" w:rsidTr="00923D7D">
        <w:tc>
          <w:tcPr>
            <w:tcW w:w="9639" w:type="dxa"/>
          </w:tcPr>
          <w:p w14:paraId="6157460F" w14:textId="77777777" w:rsidR="00D14C1C" w:rsidRPr="008E6633" w:rsidRDefault="00B97766" w:rsidP="00B977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Papieroplastyka</w:t>
            </w:r>
          </w:p>
        </w:tc>
      </w:tr>
      <w:tr w:rsidR="00D14C1C" w:rsidRPr="008E6633" w14:paraId="0EDCD7D2" w14:textId="77777777" w:rsidTr="00923D7D">
        <w:tc>
          <w:tcPr>
            <w:tcW w:w="9639" w:type="dxa"/>
          </w:tcPr>
          <w:p w14:paraId="445869BA" w14:textId="77777777"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Techniki rękodzieła artystycznego: wyszywanie, dzierganie na szydełku (wzory podstawowe).</w:t>
            </w:r>
          </w:p>
        </w:tc>
      </w:tr>
      <w:tr w:rsidR="00D14C1C" w:rsidRPr="008E6633" w14:paraId="26954BF0" w14:textId="77777777" w:rsidTr="00923D7D">
        <w:tc>
          <w:tcPr>
            <w:tcW w:w="9639" w:type="dxa"/>
          </w:tcPr>
          <w:p w14:paraId="49503F32" w14:textId="77777777"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Techniki rękodzieła artystycznego: </w:t>
            </w:r>
            <w:proofErr w:type="spellStart"/>
            <w:r w:rsidRPr="008E6633">
              <w:rPr>
                <w:rFonts w:ascii="Corbel" w:hAnsi="Corbel"/>
                <w:sz w:val="24"/>
                <w:szCs w:val="24"/>
              </w:rPr>
              <w:t>bibułkarstwo</w:t>
            </w:r>
            <w:proofErr w:type="spellEnd"/>
            <w:r w:rsidRPr="008E6633">
              <w:rPr>
                <w:rFonts w:ascii="Corbel" w:hAnsi="Corbel"/>
                <w:sz w:val="24"/>
                <w:szCs w:val="24"/>
              </w:rPr>
              <w:t xml:space="preserve"> .</w:t>
            </w:r>
          </w:p>
        </w:tc>
      </w:tr>
      <w:tr w:rsidR="00D14C1C" w:rsidRPr="008E6633" w14:paraId="327818F3" w14:textId="77777777" w:rsidTr="00923D7D">
        <w:tc>
          <w:tcPr>
            <w:tcW w:w="9639" w:type="dxa"/>
          </w:tcPr>
          <w:p w14:paraId="488F09CF" w14:textId="77777777" w:rsidR="00D14C1C" w:rsidRPr="008E6633" w:rsidRDefault="00B97766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Techniki rękodzieła artystycznego: wiklina papierowa (podstawowe wzory)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C031C" w:rsidRPr="008E6633" w14:paraId="7D8502E7" w14:textId="77777777" w:rsidTr="00923D7D">
        <w:tc>
          <w:tcPr>
            <w:tcW w:w="9639" w:type="dxa"/>
          </w:tcPr>
          <w:p w14:paraId="4461F872" w14:textId="77777777" w:rsidR="00BC031C" w:rsidRPr="008E6633" w:rsidRDefault="001B5698" w:rsidP="000422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="00BC031C" w:rsidRPr="008E6633">
              <w:rPr>
                <w:rFonts w:ascii="Corbel" w:hAnsi="Corbel"/>
                <w:sz w:val="24"/>
                <w:szCs w:val="24"/>
              </w:rPr>
              <w:t xml:space="preserve">zajęć </w:t>
            </w:r>
            <w:proofErr w:type="spellStart"/>
            <w:r w:rsidR="00BC031C" w:rsidRPr="008E6633">
              <w:rPr>
                <w:rFonts w:ascii="Corbel" w:hAnsi="Corbel"/>
                <w:sz w:val="24"/>
                <w:szCs w:val="24"/>
              </w:rPr>
              <w:t>arteterapeutycznych</w:t>
            </w:r>
            <w:proofErr w:type="spellEnd"/>
            <w:r w:rsidR="00BC031C" w:rsidRPr="008E6633">
              <w:rPr>
                <w:rFonts w:ascii="Corbel" w:hAnsi="Corbel"/>
                <w:sz w:val="24"/>
                <w:szCs w:val="24"/>
              </w:rPr>
              <w:t xml:space="preserve"> , przygotowanie, realizacja, prezentacja.</w:t>
            </w:r>
          </w:p>
        </w:tc>
      </w:tr>
    </w:tbl>
    <w:p w14:paraId="72CD61C9" w14:textId="77777777" w:rsidR="0085747A" w:rsidRPr="008E663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2D3E40" w14:textId="77777777" w:rsidR="0085747A" w:rsidRPr="008E663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>3.4 Metody dydaktyczne</w:t>
      </w:r>
      <w:r w:rsidRPr="008E6633">
        <w:rPr>
          <w:rFonts w:ascii="Corbel" w:hAnsi="Corbel"/>
          <w:b w:val="0"/>
          <w:smallCaps w:val="0"/>
          <w:szCs w:val="24"/>
        </w:rPr>
        <w:t xml:space="preserve"> </w:t>
      </w:r>
    </w:p>
    <w:p w14:paraId="7EB9FC2E" w14:textId="77777777" w:rsidR="00902207" w:rsidRPr="008E6633" w:rsidRDefault="009022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0C763C" w14:textId="77777777" w:rsidR="0085747A" w:rsidRPr="008E6633" w:rsidRDefault="00DA2B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hAnsi="Corbel"/>
          <w:b w:val="0"/>
          <w:smallCaps w:val="0"/>
          <w:szCs w:val="24"/>
        </w:rPr>
        <w:t xml:space="preserve">Warsztaty </w:t>
      </w:r>
      <w:r w:rsidR="00902207" w:rsidRPr="008E6633">
        <w:rPr>
          <w:rFonts w:ascii="Corbel" w:hAnsi="Corbel"/>
          <w:b w:val="0"/>
          <w:smallCaps w:val="0"/>
          <w:szCs w:val="24"/>
        </w:rPr>
        <w:t>ćwiczenia praktyczne, praca w grupach, praca indywidualna, dyskusja.</w:t>
      </w:r>
    </w:p>
    <w:p w14:paraId="3920A9A6" w14:textId="77777777" w:rsidR="00E960BB" w:rsidRPr="008E663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191494" w14:textId="77777777" w:rsidR="0085747A" w:rsidRPr="008E66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4. </w:t>
      </w:r>
      <w:r w:rsidR="0085747A" w:rsidRPr="008E6633">
        <w:rPr>
          <w:rFonts w:ascii="Corbel" w:hAnsi="Corbel"/>
          <w:smallCaps w:val="0"/>
          <w:szCs w:val="24"/>
        </w:rPr>
        <w:t>METODY I KRYTERIA OCENY</w:t>
      </w:r>
      <w:r w:rsidR="009F4610" w:rsidRPr="008E6633">
        <w:rPr>
          <w:rFonts w:ascii="Corbel" w:hAnsi="Corbel"/>
          <w:smallCaps w:val="0"/>
          <w:szCs w:val="24"/>
        </w:rPr>
        <w:t xml:space="preserve"> </w:t>
      </w:r>
    </w:p>
    <w:p w14:paraId="1E37525A" w14:textId="77777777" w:rsidR="00923D7D" w:rsidRPr="008E66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5EFF57" w14:textId="77777777" w:rsidR="0085747A" w:rsidRPr="008E6633" w:rsidRDefault="0085747A" w:rsidP="00FF26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663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49"/>
        <w:gridCol w:w="2105"/>
      </w:tblGrid>
      <w:tr w:rsidR="0085747A" w:rsidRPr="008E6633" w14:paraId="1D79E849" w14:textId="77777777" w:rsidTr="00C05F44">
        <w:tc>
          <w:tcPr>
            <w:tcW w:w="1985" w:type="dxa"/>
            <w:vAlign w:val="center"/>
          </w:tcPr>
          <w:p w14:paraId="167692BC" w14:textId="77777777" w:rsidR="0085747A" w:rsidRPr="008E663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E7FFE0" w14:textId="77777777" w:rsidR="0085747A" w:rsidRPr="008E663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8501C74" w14:textId="77777777" w:rsidR="0085747A" w:rsidRPr="008E663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4604D15" w14:textId="77777777" w:rsidR="0085747A" w:rsidRPr="008E6633" w:rsidRDefault="0085747A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A2BFD" w:rsidRPr="008E6633" w14:paraId="372AB8F7" w14:textId="77777777" w:rsidTr="00C05F44">
        <w:tc>
          <w:tcPr>
            <w:tcW w:w="1985" w:type="dxa"/>
          </w:tcPr>
          <w:p w14:paraId="68D10133" w14:textId="77777777"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663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663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527E2B6" w14:textId="77777777"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14:paraId="56312A25" w14:textId="77777777" w:rsidR="00DA2BFD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A2BFD" w:rsidRPr="008E6633" w14:paraId="3CBE436F" w14:textId="77777777" w:rsidTr="00C05F44">
        <w:tc>
          <w:tcPr>
            <w:tcW w:w="1985" w:type="dxa"/>
          </w:tcPr>
          <w:p w14:paraId="7D06A84E" w14:textId="77777777"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373AA9B" w14:textId="77777777"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14:paraId="0764AFF0" w14:textId="77777777" w:rsidR="00DA2BFD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A2BFD" w:rsidRPr="008E6633" w14:paraId="3B14D3FA" w14:textId="77777777" w:rsidTr="00C05F44">
        <w:tc>
          <w:tcPr>
            <w:tcW w:w="1985" w:type="dxa"/>
          </w:tcPr>
          <w:p w14:paraId="6A2DCA78" w14:textId="77777777"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9BD52EE" w14:textId="77777777" w:rsidR="00DA2BFD" w:rsidRPr="008E6633" w:rsidRDefault="00DA2BFD" w:rsidP="00DA2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 praktyczne, obserwacja  w trakcie zajęć</w:t>
            </w:r>
          </w:p>
        </w:tc>
        <w:tc>
          <w:tcPr>
            <w:tcW w:w="2126" w:type="dxa"/>
          </w:tcPr>
          <w:p w14:paraId="6F235F88" w14:textId="77777777" w:rsidR="00DA2BFD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663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914E321" w14:textId="77777777" w:rsidR="00923D7D" w:rsidRPr="008E663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A4381" w14:textId="77777777" w:rsidR="0085747A" w:rsidRPr="008E663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4.2 </w:t>
      </w:r>
      <w:r w:rsidR="0085747A" w:rsidRPr="008E663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E6633">
        <w:rPr>
          <w:rFonts w:ascii="Corbel" w:hAnsi="Corbel"/>
          <w:smallCaps w:val="0"/>
          <w:szCs w:val="24"/>
        </w:rPr>
        <w:t xml:space="preserve"> </w:t>
      </w:r>
    </w:p>
    <w:p w14:paraId="1EDC6F87" w14:textId="77777777" w:rsidR="00923D7D" w:rsidRPr="008E663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6633" w14:paraId="2390FB91" w14:textId="77777777" w:rsidTr="00923D7D">
        <w:tc>
          <w:tcPr>
            <w:tcW w:w="9670" w:type="dxa"/>
          </w:tcPr>
          <w:p w14:paraId="09AF4259" w14:textId="77777777" w:rsidR="0085747A" w:rsidRPr="008E6633" w:rsidRDefault="00D14C1C" w:rsidP="00AE5F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Obecność obowiązkowa, aktywność i zaangażowanie podczas zajęć, pozytywna ocena z realizacji w</w:t>
            </w:r>
            <w:r w:rsidR="00AE5FFE" w:rsidRPr="008E6633">
              <w:rPr>
                <w:rFonts w:ascii="Corbel" w:hAnsi="Corbel"/>
                <w:b w:val="0"/>
                <w:smallCaps w:val="0"/>
                <w:szCs w:val="24"/>
              </w:rPr>
              <w:t>szystkich ćwiczeń praktycznych</w:t>
            </w:r>
            <w:r w:rsidR="00BC031C" w:rsidRPr="008E663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F263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ocenianie w skali od </w:t>
            </w:r>
            <w:proofErr w:type="spellStart"/>
            <w:r w:rsidR="00FF263E" w:rsidRPr="008E6633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FF263E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do bdb.</w:t>
            </w:r>
            <w:r w:rsidR="00BC031C"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0C0FBC1A" w14:textId="77777777" w:rsidR="00FF263E" w:rsidRPr="008E6633" w:rsidRDefault="00FF263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2AFDD6D" w14:textId="77777777" w:rsidR="00DF4D54" w:rsidRPr="008E663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6633">
        <w:rPr>
          <w:rFonts w:ascii="Corbel" w:hAnsi="Corbel"/>
          <w:b/>
          <w:sz w:val="24"/>
          <w:szCs w:val="24"/>
        </w:rPr>
        <w:t xml:space="preserve">5. </w:t>
      </w:r>
      <w:r w:rsidR="00C61DC5" w:rsidRPr="008E6633">
        <w:rPr>
          <w:rFonts w:ascii="Corbel" w:hAnsi="Corbel"/>
          <w:b/>
          <w:sz w:val="24"/>
          <w:szCs w:val="24"/>
        </w:rPr>
        <w:t xml:space="preserve">CAŁKOWITY NAKŁAD PRACY STUDENTA POTRZEBNY DO OSIĄGNIĘCIA </w:t>
      </w:r>
    </w:p>
    <w:p w14:paraId="3FCE9057" w14:textId="77777777" w:rsidR="009F4610" w:rsidRPr="008E6633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6633">
        <w:rPr>
          <w:rFonts w:ascii="Corbel" w:hAnsi="Corbel"/>
          <w:b/>
          <w:sz w:val="24"/>
          <w:szCs w:val="24"/>
        </w:rPr>
        <w:t xml:space="preserve">ZAŁOŻONYCH EFEKTÓW W GODZINACH ORAZ PUNKTACH ECTS </w:t>
      </w:r>
    </w:p>
    <w:p w14:paraId="7284291A" w14:textId="77777777" w:rsidR="0085747A" w:rsidRPr="008E663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8E6633" w14:paraId="52C610D8" w14:textId="77777777" w:rsidTr="003E1941">
        <w:tc>
          <w:tcPr>
            <w:tcW w:w="4962" w:type="dxa"/>
            <w:vAlign w:val="center"/>
          </w:tcPr>
          <w:p w14:paraId="5329BFEF" w14:textId="77777777" w:rsidR="0085747A" w:rsidRPr="008E66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6633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8E663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663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B50679" w14:textId="77777777" w:rsidR="0085747A" w:rsidRPr="008E663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663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663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E66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663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45C09" w:rsidRPr="008E6633" w14:paraId="7D93190F" w14:textId="77777777" w:rsidTr="00923D7D">
        <w:tc>
          <w:tcPr>
            <w:tcW w:w="4962" w:type="dxa"/>
          </w:tcPr>
          <w:p w14:paraId="138113DA" w14:textId="77777777" w:rsidR="00345C09" w:rsidRPr="008E6633" w:rsidRDefault="00345C09" w:rsidP="009E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9E33C74" w14:textId="71EB9ECA" w:rsidR="00345C09" w:rsidRPr="008E6633" w:rsidRDefault="004C0DFE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45C09" w:rsidRPr="008E6633" w14:paraId="16407388" w14:textId="77777777" w:rsidTr="00923D7D">
        <w:tc>
          <w:tcPr>
            <w:tcW w:w="4962" w:type="dxa"/>
          </w:tcPr>
          <w:p w14:paraId="0F355C5F" w14:textId="77777777" w:rsidR="00345C09" w:rsidRPr="008E6633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D256F2C" w14:textId="77777777" w:rsidR="00345C09" w:rsidRPr="008E6633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026A979" w14:textId="77777777" w:rsidR="00345C09" w:rsidRPr="008E6633" w:rsidRDefault="00A41FC4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45C09" w:rsidRPr="008E6633" w14:paraId="0FD02CCF" w14:textId="77777777" w:rsidTr="00923D7D">
        <w:tc>
          <w:tcPr>
            <w:tcW w:w="4962" w:type="dxa"/>
          </w:tcPr>
          <w:p w14:paraId="419CE386" w14:textId="77777777" w:rsidR="00BC031C" w:rsidRPr="008E6633" w:rsidRDefault="00BC03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663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6633">
              <w:rPr>
                <w:rFonts w:ascii="Corbel" w:hAnsi="Corbel"/>
                <w:sz w:val="24"/>
                <w:szCs w:val="24"/>
              </w:rPr>
              <w:t>:</w:t>
            </w:r>
          </w:p>
          <w:p w14:paraId="3AD17195" w14:textId="77777777" w:rsidR="00345C09" w:rsidRPr="008E6633" w:rsidRDefault="00BC03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- </w:t>
            </w:r>
            <w:r w:rsidR="00345C09" w:rsidRPr="008E6633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0FFF3C2C" w14:textId="77777777" w:rsidR="00345C09" w:rsidRPr="008E6633" w:rsidRDefault="00BC031C" w:rsidP="00AE5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 xml:space="preserve">- </w:t>
            </w:r>
            <w:r w:rsidR="00AE5FFE" w:rsidRPr="008E663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4DB40BB2" w14:textId="77777777" w:rsidR="00BC031C" w:rsidRPr="008E6633" w:rsidRDefault="00BC031C" w:rsidP="00AE5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- przygotowanie scenariusza</w:t>
            </w:r>
          </w:p>
        </w:tc>
        <w:tc>
          <w:tcPr>
            <w:tcW w:w="4677" w:type="dxa"/>
          </w:tcPr>
          <w:p w14:paraId="0F318FD9" w14:textId="77777777" w:rsidR="00345C09" w:rsidRPr="008E6633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B6825AF" w14:textId="2C59FB47" w:rsidR="00345C09" w:rsidRPr="008E6633" w:rsidRDefault="002027C4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2</w:t>
            </w:r>
            <w:r w:rsidR="004C0DFE">
              <w:rPr>
                <w:rFonts w:ascii="Corbel" w:hAnsi="Corbel"/>
                <w:sz w:val="24"/>
                <w:szCs w:val="24"/>
              </w:rPr>
              <w:t>1</w:t>
            </w:r>
          </w:p>
          <w:p w14:paraId="657AB112" w14:textId="72453625" w:rsidR="00BC031C" w:rsidRPr="008E6633" w:rsidRDefault="004C0DFE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A41FC4">
              <w:rPr>
                <w:rFonts w:ascii="Corbel" w:hAnsi="Corbel"/>
                <w:sz w:val="24"/>
                <w:szCs w:val="24"/>
              </w:rPr>
              <w:t>0</w:t>
            </w:r>
          </w:p>
          <w:p w14:paraId="2EE7DB2D" w14:textId="77777777" w:rsidR="00BC031C" w:rsidRPr="008E6633" w:rsidRDefault="00DA2BFD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C09" w:rsidRPr="008E6633" w14:paraId="47C6FEBF" w14:textId="77777777" w:rsidTr="00923D7D">
        <w:tc>
          <w:tcPr>
            <w:tcW w:w="4962" w:type="dxa"/>
          </w:tcPr>
          <w:p w14:paraId="4053C469" w14:textId="77777777" w:rsidR="00345C09" w:rsidRPr="008E6633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A2C75C" w14:textId="77777777" w:rsidR="00345C09" w:rsidRPr="008E6633" w:rsidRDefault="00DA2BFD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6633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C09" w:rsidRPr="008E6633" w14:paraId="02022785" w14:textId="77777777" w:rsidTr="00923D7D">
        <w:tc>
          <w:tcPr>
            <w:tcW w:w="4962" w:type="dxa"/>
          </w:tcPr>
          <w:p w14:paraId="3827B590" w14:textId="77777777" w:rsidR="00345C09" w:rsidRPr="008E6633" w:rsidRDefault="00345C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663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6D166C" w14:textId="77777777" w:rsidR="00345C09" w:rsidRPr="008E6633" w:rsidRDefault="00345C09" w:rsidP="00983C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6633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7B2DD94" w14:textId="77777777" w:rsidR="0085747A" w:rsidRPr="008E6633" w:rsidRDefault="00923D7D" w:rsidP="00DF4D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E663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663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EB3C74" w14:textId="77777777" w:rsidR="003E1941" w:rsidRPr="008E663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AF5C6" w14:textId="77777777" w:rsidR="00FF263E" w:rsidRPr="008E6633" w:rsidRDefault="00FF263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337949" w14:textId="77777777" w:rsidR="00FF263E" w:rsidRPr="008E6633" w:rsidRDefault="00FF263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C09C85" w14:textId="77777777" w:rsidR="0085747A" w:rsidRPr="008E663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6. </w:t>
      </w:r>
      <w:r w:rsidR="0085747A" w:rsidRPr="008E6633">
        <w:rPr>
          <w:rFonts w:ascii="Corbel" w:hAnsi="Corbel"/>
          <w:smallCaps w:val="0"/>
          <w:szCs w:val="24"/>
        </w:rPr>
        <w:t>PRAKTYKI ZAWO</w:t>
      </w:r>
      <w:r w:rsidR="009D3F3B" w:rsidRPr="008E6633">
        <w:rPr>
          <w:rFonts w:ascii="Corbel" w:hAnsi="Corbel"/>
          <w:smallCaps w:val="0"/>
          <w:szCs w:val="24"/>
        </w:rPr>
        <w:t>DOWE W RAMACH PRZEDMIOTU</w:t>
      </w:r>
    </w:p>
    <w:p w14:paraId="77415A3B" w14:textId="77777777" w:rsidR="0085747A" w:rsidRPr="008E663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5455"/>
      </w:tblGrid>
      <w:tr w:rsidR="0085747A" w:rsidRPr="008E6633" w14:paraId="25B15558" w14:textId="77777777" w:rsidTr="00265F6D">
        <w:trPr>
          <w:trHeight w:val="283"/>
        </w:trPr>
        <w:tc>
          <w:tcPr>
            <w:tcW w:w="3969" w:type="dxa"/>
          </w:tcPr>
          <w:p w14:paraId="212F77F2" w14:textId="77777777" w:rsidR="0085747A" w:rsidRPr="008E66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5194679" w14:textId="77777777" w:rsidR="0085747A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E6633" w14:paraId="6C0E253A" w14:textId="77777777" w:rsidTr="00265F6D">
        <w:trPr>
          <w:trHeight w:val="283"/>
        </w:trPr>
        <w:tc>
          <w:tcPr>
            <w:tcW w:w="3969" w:type="dxa"/>
          </w:tcPr>
          <w:p w14:paraId="1F23CC17" w14:textId="77777777" w:rsidR="0085747A" w:rsidRPr="008E663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B594DE5" w14:textId="77777777" w:rsidR="0085747A" w:rsidRPr="008E6633" w:rsidRDefault="00DA2BFD" w:rsidP="00DA2B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B71682" w14:textId="77777777" w:rsidR="003E1941" w:rsidRPr="008E663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75D8F" w14:textId="77777777" w:rsidR="0085747A" w:rsidRPr="008E663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6633">
        <w:rPr>
          <w:rFonts w:ascii="Corbel" w:hAnsi="Corbel"/>
          <w:smallCaps w:val="0"/>
          <w:szCs w:val="24"/>
        </w:rPr>
        <w:t xml:space="preserve">7. </w:t>
      </w:r>
      <w:r w:rsidR="0085747A" w:rsidRPr="008E6633">
        <w:rPr>
          <w:rFonts w:ascii="Corbel" w:hAnsi="Corbel"/>
          <w:smallCaps w:val="0"/>
          <w:szCs w:val="24"/>
        </w:rPr>
        <w:t>LITERATURA</w:t>
      </w:r>
      <w:r w:rsidRPr="008E6633">
        <w:rPr>
          <w:rFonts w:ascii="Corbel" w:hAnsi="Corbel"/>
          <w:smallCaps w:val="0"/>
          <w:szCs w:val="24"/>
        </w:rPr>
        <w:t xml:space="preserve"> </w:t>
      </w:r>
    </w:p>
    <w:p w14:paraId="45FCF2D1" w14:textId="77777777" w:rsidR="00B96D60" w:rsidRPr="008E6633" w:rsidRDefault="00B96D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14C1C" w:rsidRPr="008E6633" w14:paraId="289FC604" w14:textId="77777777" w:rsidTr="00FF263E">
        <w:trPr>
          <w:trHeight w:val="397"/>
        </w:trPr>
        <w:tc>
          <w:tcPr>
            <w:tcW w:w="9639" w:type="dxa"/>
          </w:tcPr>
          <w:p w14:paraId="13FC1ACA" w14:textId="77777777" w:rsidR="00D14C1C" w:rsidRPr="008E6633" w:rsidRDefault="00D14C1C" w:rsidP="0004228A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E6633">
              <w:rPr>
                <w:rFonts w:ascii="Corbel" w:hAnsi="Corbel"/>
                <w:szCs w:val="24"/>
              </w:rPr>
              <w:t xml:space="preserve"> </w:t>
            </w:r>
          </w:p>
          <w:p w14:paraId="499C6936" w14:textId="77777777" w:rsidR="00D14C1C" w:rsidRPr="008E6633" w:rsidRDefault="00D14C1C" w:rsidP="002108B6">
            <w:pPr>
              <w:pStyle w:val="Punktygwne"/>
              <w:numPr>
                <w:ilvl w:val="0"/>
                <w:numId w:val="8"/>
              </w:numPr>
              <w:spacing w:before="0" w:after="0"/>
              <w:ind w:left="175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Karolak W., </w:t>
            </w:r>
            <w:r w:rsidRPr="008E6633">
              <w:rPr>
                <w:rFonts w:ascii="Corbel" w:hAnsi="Corbel"/>
                <w:b w:val="0"/>
                <w:i/>
                <w:smallCaps w:val="0"/>
                <w:szCs w:val="24"/>
              </w:rPr>
              <w:t>Arteterapia: terapia za pomocą sztuk wizualnych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. Warszawa, Wyd. 2010.</w:t>
            </w:r>
          </w:p>
          <w:p w14:paraId="107D0E71" w14:textId="77777777" w:rsidR="00D14C1C" w:rsidRPr="008E6633" w:rsidRDefault="00D14C1C" w:rsidP="002108B6">
            <w:pPr>
              <w:pStyle w:val="Punktygwne"/>
              <w:numPr>
                <w:ilvl w:val="0"/>
                <w:numId w:val="8"/>
              </w:numPr>
              <w:spacing w:before="0" w:after="0"/>
              <w:ind w:left="175" w:hanging="828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Józefowski E., </w:t>
            </w:r>
            <w:r w:rsidRPr="008E663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Arteterapia w sztuce i edukacji; praktyka oddziaływań </w:t>
            </w:r>
            <w:proofErr w:type="spellStart"/>
            <w:r w:rsidRPr="008E6633">
              <w:rPr>
                <w:rFonts w:ascii="Corbel" w:hAnsi="Corbel"/>
                <w:b w:val="0"/>
                <w:i/>
                <w:smallCaps w:val="0"/>
                <w:szCs w:val="24"/>
              </w:rPr>
              <w:t>arte</w:t>
            </w:r>
            <w:proofErr w:type="spellEnd"/>
            <w:r w:rsidRPr="008E6633">
              <w:rPr>
                <w:rFonts w:ascii="Corbel" w:hAnsi="Corbel"/>
                <w:b w:val="0"/>
                <w:i/>
                <w:smallCaps w:val="0"/>
                <w:szCs w:val="24"/>
              </w:rPr>
              <w:t>-terapeutycznych z zastosowaniem kreacji plastycznej</w:t>
            </w:r>
            <w:r w:rsidRPr="008E6633">
              <w:rPr>
                <w:rFonts w:ascii="Corbel" w:hAnsi="Corbel"/>
                <w:b w:val="0"/>
                <w:smallCaps w:val="0"/>
                <w:szCs w:val="24"/>
              </w:rPr>
              <w:t>. Poznań, Wyd. Naukowe UAM, 2012.</w:t>
            </w:r>
          </w:p>
        </w:tc>
      </w:tr>
      <w:tr w:rsidR="00D14C1C" w:rsidRPr="008E6633" w14:paraId="2162410C" w14:textId="77777777" w:rsidTr="00FF263E">
        <w:trPr>
          <w:trHeight w:val="397"/>
        </w:trPr>
        <w:tc>
          <w:tcPr>
            <w:tcW w:w="9639" w:type="dxa"/>
          </w:tcPr>
          <w:p w14:paraId="147C4D70" w14:textId="77777777" w:rsidR="00D14C1C" w:rsidRPr="008E6633" w:rsidRDefault="00D14C1C" w:rsidP="00042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B38E30" w14:textId="77777777"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Hanford</w:t>
            </w:r>
            <w:proofErr w:type="spellEnd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O., Karolak W.,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Portrety i maski w twórczym rozwoju i arteterapii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Łódź</w:t>
            </w:r>
            <w:r w:rsidR="002108B6"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2009.</w:t>
            </w:r>
          </w:p>
          <w:p w14:paraId="2662B2BD" w14:textId="77777777"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Baranowska-Jajko E.,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Rozwojowa kreska: ćwiczenia plastyczne z elementami arteterapii. 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Gdańsk, 2013.</w:t>
            </w:r>
          </w:p>
          <w:p w14:paraId="336FB455" w14:textId="77777777"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Gładyszewska-</w:t>
            </w:r>
            <w:proofErr w:type="spellStart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rozwoju dzieci nieśmiałych poprzez wizualizację i inne techniki arteterapii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Kraków, 2006. </w:t>
            </w:r>
          </w:p>
          <w:p w14:paraId="5F65F925" w14:textId="77777777"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Garda-Łukaszewska J., </w:t>
            </w:r>
            <w:proofErr w:type="spellStart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Szperkowski</w:t>
            </w:r>
            <w:proofErr w:type="spellEnd"/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Współtworzenie: zajęcia plastyczne z osobami upośledzonymi umysłowo. 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1997.</w:t>
            </w:r>
          </w:p>
          <w:p w14:paraId="6613D93B" w14:textId="77777777"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Techniki graficzne powielane i odbijane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1992.</w:t>
            </w:r>
          </w:p>
          <w:p w14:paraId="22818FA4" w14:textId="77777777"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Papieroplastyka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Warszawa,1994.</w:t>
            </w:r>
          </w:p>
          <w:p w14:paraId="5F704CEF" w14:textId="77777777"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Daszyńska M.,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Rzeźby z papieru.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1996.</w:t>
            </w:r>
          </w:p>
          <w:p w14:paraId="72445C2A" w14:textId="77777777"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K.,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Bryły i reliefy.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1996.</w:t>
            </w:r>
          </w:p>
          <w:p w14:paraId="4390B450" w14:textId="77777777" w:rsidR="00D14C1C" w:rsidRPr="008E6633" w:rsidRDefault="00D14C1C" w:rsidP="002108B6">
            <w:pPr>
              <w:pStyle w:val="Punktygwne"/>
              <w:numPr>
                <w:ilvl w:val="0"/>
                <w:numId w:val="9"/>
              </w:numPr>
              <w:spacing w:before="0" w:after="0"/>
              <w:ind w:left="459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K., Michejda-Kowalska K., </w:t>
            </w:r>
            <w:r w:rsidRPr="008E663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Wydzieranki, wycinanki</w:t>
            </w:r>
            <w:r w:rsidRPr="008E66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Warszawa, 1993.</w:t>
            </w:r>
          </w:p>
        </w:tc>
      </w:tr>
    </w:tbl>
    <w:p w14:paraId="516636FC" w14:textId="77777777" w:rsidR="0085747A" w:rsidRPr="008E663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4247" w14:textId="77777777" w:rsidR="0085747A" w:rsidRPr="008E6633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E663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9F38ABE" w14:textId="77777777" w:rsidR="002108B6" w:rsidRPr="008E6633" w:rsidRDefault="002108B6" w:rsidP="00DF4D5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108B6" w:rsidRPr="008E663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72D58" w14:textId="77777777" w:rsidR="00CE3827" w:rsidRDefault="00CE3827" w:rsidP="00C16ABF">
      <w:pPr>
        <w:spacing w:after="0" w:line="240" w:lineRule="auto"/>
      </w:pPr>
      <w:r>
        <w:separator/>
      </w:r>
    </w:p>
  </w:endnote>
  <w:endnote w:type="continuationSeparator" w:id="0">
    <w:p w14:paraId="27564540" w14:textId="77777777" w:rsidR="00CE3827" w:rsidRDefault="00CE38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474C2" w14:textId="77777777" w:rsidR="00CE3827" w:rsidRDefault="00CE3827" w:rsidP="00C16ABF">
      <w:pPr>
        <w:spacing w:after="0" w:line="240" w:lineRule="auto"/>
      </w:pPr>
      <w:r>
        <w:separator/>
      </w:r>
    </w:p>
  </w:footnote>
  <w:footnote w:type="continuationSeparator" w:id="0">
    <w:p w14:paraId="09E45342" w14:textId="77777777" w:rsidR="00CE3827" w:rsidRDefault="00CE3827" w:rsidP="00C16ABF">
      <w:pPr>
        <w:spacing w:after="0" w:line="240" w:lineRule="auto"/>
      </w:pPr>
      <w:r>
        <w:continuationSeparator/>
      </w:r>
    </w:p>
  </w:footnote>
  <w:footnote w:id="1">
    <w:p w14:paraId="16FC7DC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622FE"/>
    <w:multiLevelType w:val="hybridMultilevel"/>
    <w:tmpl w:val="F236B42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42258"/>
    <w:multiLevelType w:val="hybridMultilevel"/>
    <w:tmpl w:val="A2CC07B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8A0714"/>
    <w:multiLevelType w:val="hybridMultilevel"/>
    <w:tmpl w:val="8A1A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82CC0"/>
    <w:multiLevelType w:val="hybridMultilevel"/>
    <w:tmpl w:val="1BBAF66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3E1880"/>
    <w:multiLevelType w:val="hybridMultilevel"/>
    <w:tmpl w:val="2DAEB4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6604C"/>
    <w:multiLevelType w:val="hybridMultilevel"/>
    <w:tmpl w:val="3E22E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A173B"/>
    <w:multiLevelType w:val="hybridMultilevel"/>
    <w:tmpl w:val="B8F4F6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33CD4"/>
    <w:multiLevelType w:val="hybridMultilevel"/>
    <w:tmpl w:val="9CBEC05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966894">
    <w:abstractNumId w:val="0"/>
  </w:num>
  <w:num w:numId="2" w16cid:durableId="1718815912">
    <w:abstractNumId w:val="4"/>
  </w:num>
  <w:num w:numId="3" w16cid:durableId="841700027">
    <w:abstractNumId w:val="2"/>
  </w:num>
  <w:num w:numId="4" w16cid:durableId="1103527001">
    <w:abstractNumId w:val="8"/>
  </w:num>
  <w:num w:numId="5" w16cid:durableId="665087900">
    <w:abstractNumId w:val="1"/>
  </w:num>
  <w:num w:numId="6" w16cid:durableId="1543978799">
    <w:abstractNumId w:val="7"/>
  </w:num>
  <w:num w:numId="7" w16cid:durableId="1451777185">
    <w:abstractNumId w:val="5"/>
  </w:num>
  <w:num w:numId="8" w16cid:durableId="2062748446">
    <w:abstractNumId w:val="3"/>
  </w:num>
  <w:num w:numId="9" w16cid:durableId="61040293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8F5"/>
    <w:rsid w:val="000B192D"/>
    <w:rsid w:val="000B28EE"/>
    <w:rsid w:val="000B3E37"/>
    <w:rsid w:val="000D04B0"/>
    <w:rsid w:val="000F1C57"/>
    <w:rsid w:val="000F5615"/>
    <w:rsid w:val="0010459E"/>
    <w:rsid w:val="00123F35"/>
    <w:rsid w:val="00124BFF"/>
    <w:rsid w:val="0012560E"/>
    <w:rsid w:val="00127108"/>
    <w:rsid w:val="00130DCE"/>
    <w:rsid w:val="00134B13"/>
    <w:rsid w:val="00135EC2"/>
    <w:rsid w:val="00137F3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5698"/>
    <w:rsid w:val="001D3E15"/>
    <w:rsid w:val="001D657B"/>
    <w:rsid w:val="001D7B54"/>
    <w:rsid w:val="001E0209"/>
    <w:rsid w:val="001F2CA2"/>
    <w:rsid w:val="002027C4"/>
    <w:rsid w:val="002108B6"/>
    <w:rsid w:val="00211533"/>
    <w:rsid w:val="002144C0"/>
    <w:rsid w:val="0022477D"/>
    <w:rsid w:val="002278A9"/>
    <w:rsid w:val="002318A2"/>
    <w:rsid w:val="002336F9"/>
    <w:rsid w:val="0024028F"/>
    <w:rsid w:val="00244ABC"/>
    <w:rsid w:val="00265F6D"/>
    <w:rsid w:val="00281FF2"/>
    <w:rsid w:val="002857DE"/>
    <w:rsid w:val="00291567"/>
    <w:rsid w:val="0029284D"/>
    <w:rsid w:val="002A22BF"/>
    <w:rsid w:val="002A2389"/>
    <w:rsid w:val="002A671D"/>
    <w:rsid w:val="002B4D55"/>
    <w:rsid w:val="002B4F8B"/>
    <w:rsid w:val="002B5EA0"/>
    <w:rsid w:val="002B6119"/>
    <w:rsid w:val="002C1F06"/>
    <w:rsid w:val="002C7907"/>
    <w:rsid w:val="002D3375"/>
    <w:rsid w:val="002D73D4"/>
    <w:rsid w:val="002F02A3"/>
    <w:rsid w:val="002F4ABE"/>
    <w:rsid w:val="003018BA"/>
    <w:rsid w:val="0030395F"/>
    <w:rsid w:val="00305C92"/>
    <w:rsid w:val="003151C5"/>
    <w:rsid w:val="003247B2"/>
    <w:rsid w:val="003343CF"/>
    <w:rsid w:val="00345C09"/>
    <w:rsid w:val="00346FE9"/>
    <w:rsid w:val="0034759A"/>
    <w:rsid w:val="003503F6"/>
    <w:rsid w:val="003530DD"/>
    <w:rsid w:val="00363F78"/>
    <w:rsid w:val="00382449"/>
    <w:rsid w:val="003A0A5B"/>
    <w:rsid w:val="003A1176"/>
    <w:rsid w:val="003C0BAE"/>
    <w:rsid w:val="003C290C"/>
    <w:rsid w:val="003D18A9"/>
    <w:rsid w:val="003D6CE2"/>
    <w:rsid w:val="003E0D8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B5A"/>
    <w:rsid w:val="00437FA2"/>
    <w:rsid w:val="00445970"/>
    <w:rsid w:val="00452758"/>
    <w:rsid w:val="00461EFC"/>
    <w:rsid w:val="004652C2"/>
    <w:rsid w:val="004706D1"/>
    <w:rsid w:val="00471326"/>
    <w:rsid w:val="0047598D"/>
    <w:rsid w:val="00477C1C"/>
    <w:rsid w:val="004840FD"/>
    <w:rsid w:val="00490F7D"/>
    <w:rsid w:val="00491678"/>
    <w:rsid w:val="004968E2"/>
    <w:rsid w:val="004A3EEA"/>
    <w:rsid w:val="004A4D1F"/>
    <w:rsid w:val="004C0DFE"/>
    <w:rsid w:val="004D5282"/>
    <w:rsid w:val="004D6777"/>
    <w:rsid w:val="004F1551"/>
    <w:rsid w:val="004F55A3"/>
    <w:rsid w:val="0050496F"/>
    <w:rsid w:val="00513B6F"/>
    <w:rsid w:val="00517C63"/>
    <w:rsid w:val="005363C4"/>
    <w:rsid w:val="00536BDE"/>
    <w:rsid w:val="00543ACC"/>
    <w:rsid w:val="0056675B"/>
    <w:rsid w:val="0056696D"/>
    <w:rsid w:val="00591212"/>
    <w:rsid w:val="0059484D"/>
    <w:rsid w:val="005A0855"/>
    <w:rsid w:val="005A3196"/>
    <w:rsid w:val="005A7DB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93F"/>
    <w:rsid w:val="00671958"/>
    <w:rsid w:val="00675843"/>
    <w:rsid w:val="00696477"/>
    <w:rsid w:val="006C3483"/>
    <w:rsid w:val="006D050F"/>
    <w:rsid w:val="006D6139"/>
    <w:rsid w:val="006E5D65"/>
    <w:rsid w:val="006F1282"/>
    <w:rsid w:val="006F1FBC"/>
    <w:rsid w:val="006F31E2"/>
    <w:rsid w:val="00706544"/>
    <w:rsid w:val="007072BA"/>
    <w:rsid w:val="00707E49"/>
    <w:rsid w:val="0071165F"/>
    <w:rsid w:val="0071620A"/>
    <w:rsid w:val="007245F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2B95"/>
    <w:rsid w:val="007C3299"/>
    <w:rsid w:val="007C3BCC"/>
    <w:rsid w:val="007C4546"/>
    <w:rsid w:val="007D6E56"/>
    <w:rsid w:val="007F4155"/>
    <w:rsid w:val="00813785"/>
    <w:rsid w:val="0081554D"/>
    <w:rsid w:val="0081707E"/>
    <w:rsid w:val="008449B3"/>
    <w:rsid w:val="008552A2"/>
    <w:rsid w:val="0085747A"/>
    <w:rsid w:val="00860243"/>
    <w:rsid w:val="00884922"/>
    <w:rsid w:val="00885F64"/>
    <w:rsid w:val="008917F9"/>
    <w:rsid w:val="008A45F7"/>
    <w:rsid w:val="008A54B5"/>
    <w:rsid w:val="008A6CFE"/>
    <w:rsid w:val="008C0CC0"/>
    <w:rsid w:val="008C19A9"/>
    <w:rsid w:val="008C379D"/>
    <w:rsid w:val="008C5147"/>
    <w:rsid w:val="008C5359"/>
    <w:rsid w:val="008C5363"/>
    <w:rsid w:val="008D3DFB"/>
    <w:rsid w:val="008E4867"/>
    <w:rsid w:val="008E5A94"/>
    <w:rsid w:val="008E64F4"/>
    <w:rsid w:val="008E6633"/>
    <w:rsid w:val="008F12C9"/>
    <w:rsid w:val="008F6E29"/>
    <w:rsid w:val="00902207"/>
    <w:rsid w:val="00916188"/>
    <w:rsid w:val="00923D7D"/>
    <w:rsid w:val="00944613"/>
    <w:rsid w:val="009508DF"/>
    <w:rsid w:val="00950DAC"/>
    <w:rsid w:val="00954A07"/>
    <w:rsid w:val="00997F14"/>
    <w:rsid w:val="009A78D9"/>
    <w:rsid w:val="009B2BB6"/>
    <w:rsid w:val="009C3E31"/>
    <w:rsid w:val="009C54AE"/>
    <w:rsid w:val="009C788E"/>
    <w:rsid w:val="009D3F3B"/>
    <w:rsid w:val="009E0543"/>
    <w:rsid w:val="009E083E"/>
    <w:rsid w:val="009E3B41"/>
    <w:rsid w:val="009F3C5C"/>
    <w:rsid w:val="009F4610"/>
    <w:rsid w:val="00A00ECC"/>
    <w:rsid w:val="00A155EE"/>
    <w:rsid w:val="00A158C7"/>
    <w:rsid w:val="00A2245B"/>
    <w:rsid w:val="00A30110"/>
    <w:rsid w:val="00A3408E"/>
    <w:rsid w:val="00A36899"/>
    <w:rsid w:val="00A371F6"/>
    <w:rsid w:val="00A41FC4"/>
    <w:rsid w:val="00A42F88"/>
    <w:rsid w:val="00A43BF6"/>
    <w:rsid w:val="00A53FA5"/>
    <w:rsid w:val="00A54817"/>
    <w:rsid w:val="00A601C8"/>
    <w:rsid w:val="00A60799"/>
    <w:rsid w:val="00A627E4"/>
    <w:rsid w:val="00A84C85"/>
    <w:rsid w:val="00A941D4"/>
    <w:rsid w:val="00A97DE1"/>
    <w:rsid w:val="00AB053C"/>
    <w:rsid w:val="00AC4271"/>
    <w:rsid w:val="00AD1146"/>
    <w:rsid w:val="00AD27D3"/>
    <w:rsid w:val="00AD66D6"/>
    <w:rsid w:val="00AE1160"/>
    <w:rsid w:val="00AE203C"/>
    <w:rsid w:val="00AE2E74"/>
    <w:rsid w:val="00AE5FCB"/>
    <w:rsid w:val="00AE5FFE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EBA"/>
    <w:rsid w:val="00B75946"/>
    <w:rsid w:val="00B8056E"/>
    <w:rsid w:val="00B819C8"/>
    <w:rsid w:val="00B82308"/>
    <w:rsid w:val="00B90885"/>
    <w:rsid w:val="00B96D60"/>
    <w:rsid w:val="00B97766"/>
    <w:rsid w:val="00B97AEA"/>
    <w:rsid w:val="00BB4AC8"/>
    <w:rsid w:val="00BB520A"/>
    <w:rsid w:val="00BC031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4462"/>
    <w:rsid w:val="00C56036"/>
    <w:rsid w:val="00C61DC5"/>
    <w:rsid w:val="00C67E92"/>
    <w:rsid w:val="00C70A26"/>
    <w:rsid w:val="00C766DF"/>
    <w:rsid w:val="00C93F54"/>
    <w:rsid w:val="00C94B98"/>
    <w:rsid w:val="00CA2B96"/>
    <w:rsid w:val="00CA5089"/>
    <w:rsid w:val="00CD6897"/>
    <w:rsid w:val="00CE3827"/>
    <w:rsid w:val="00CE5BAC"/>
    <w:rsid w:val="00CE6B30"/>
    <w:rsid w:val="00CF25BE"/>
    <w:rsid w:val="00CF78ED"/>
    <w:rsid w:val="00D02B25"/>
    <w:rsid w:val="00D02EBA"/>
    <w:rsid w:val="00D02FA9"/>
    <w:rsid w:val="00D03977"/>
    <w:rsid w:val="00D12590"/>
    <w:rsid w:val="00D14C1C"/>
    <w:rsid w:val="00D17C3C"/>
    <w:rsid w:val="00D23DD5"/>
    <w:rsid w:val="00D26B2C"/>
    <w:rsid w:val="00D352C9"/>
    <w:rsid w:val="00D42282"/>
    <w:rsid w:val="00D425B2"/>
    <w:rsid w:val="00D428D6"/>
    <w:rsid w:val="00D552B2"/>
    <w:rsid w:val="00D608D1"/>
    <w:rsid w:val="00D74119"/>
    <w:rsid w:val="00D8075B"/>
    <w:rsid w:val="00D81384"/>
    <w:rsid w:val="00D8678B"/>
    <w:rsid w:val="00D90CDA"/>
    <w:rsid w:val="00D97696"/>
    <w:rsid w:val="00DA2114"/>
    <w:rsid w:val="00DA2BFD"/>
    <w:rsid w:val="00DE09C0"/>
    <w:rsid w:val="00DE4A14"/>
    <w:rsid w:val="00DF2937"/>
    <w:rsid w:val="00DF320D"/>
    <w:rsid w:val="00DF4D54"/>
    <w:rsid w:val="00DF71C8"/>
    <w:rsid w:val="00E079B9"/>
    <w:rsid w:val="00E129B8"/>
    <w:rsid w:val="00E21E7D"/>
    <w:rsid w:val="00E22FBC"/>
    <w:rsid w:val="00E24BF5"/>
    <w:rsid w:val="00E25338"/>
    <w:rsid w:val="00E51E44"/>
    <w:rsid w:val="00E53A81"/>
    <w:rsid w:val="00E63348"/>
    <w:rsid w:val="00E63C3F"/>
    <w:rsid w:val="00E644B4"/>
    <w:rsid w:val="00E742AA"/>
    <w:rsid w:val="00E77E88"/>
    <w:rsid w:val="00E8107D"/>
    <w:rsid w:val="00E960BB"/>
    <w:rsid w:val="00EA2074"/>
    <w:rsid w:val="00EA4832"/>
    <w:rsid w:val="00EA4E9D"/>
    <w:rsid w:val="00EA6EE6"/>
    <w:rsid w:val="00EB14E7"/>
    <w:rsid w:val="00EC4899"/>
    <w:rsid w:val="00ED03AB"/>
    <w:rsid w:val="00ED32D2"/>
    <w:rsid w:val="00EE32DE"/>
    <w:rsid w:val="00EE5457"/>
    <w:rsid w:val="00EE7B49"/>
    <w:rsid w:val="00F070AB"/>
    <w:rsid w:val="00F12AFD"/>
    <w:rsid w:val="00F153F7"/>
    <w:rsid w:val="00F17567"/>
    <w:rsid w:val="00F27A7B"/>
    <w:rsid w:val="00F379BD"/>
    <w:rsid w:val="00F526AF"/>
    <w:rsid w:val="00F617C3"/>
    <w:rsid w:val="00F7066B"/>
    <w:rsid w:val="00F8185A"/>
    <w:rsid w:val="00F83B28"/>
    <w:rsid w:val="00F974DA"/>
    <w:rsid w:val="00FA0062"/>
    <w:rsid w:val="00FA46E5"/>
    <w:rsid w:val="00FA702E"/>
    <w:rsid w:val="00FB7DBA"/>
    <w:rsid w:val="00FC0B21"/>
    <w:rsid w:val="00FC1C25"/>
    <w:rsid w:val="00FC3F45"/>
    <w:rsid w:val="00FD31FD"/>
    <w:rsid w:val="00FD503F"/>
    <w:rsid w:val="00FD555A"/>
    <w:rsid w:val="00FD7589"/>
    <w:rsid w:val="00FE3A93"/>
    <w:rsid w:val="00FF016A"/>
    <w:rsid w:val="00FF1401"/>
    <w:rsid w:val="00FF263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65406"/>
  <w15:docId w15:val="{AE51866E-C8E4-4212-919F-228ED959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36B2B-C371-4DB9-B5C6-04A94270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1062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</cp:revision>
  <cp:lastPrinted>2019-02-06T12:12:00Z</cp:lastPrinted>
  <dcterms:created xsi:type="dcterms:W3CDTF">2025-01-28T07:03:00Z</dcterms:created>
  <dcterms:modified xsi:type="dcterms:W3CDTF">2025-02-04T18:09:00Z</dcterms:modified>
</cp:coreProperties>
</file>